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01710" w14:textId="77777777" w:rsidR="00B04336" w:rsidRPr="008F65F7" w:rsidRDefault="00B04336" w:rsidP="00B04336">
      <w:pPr>
        <w:tabs>
          <w:tab w:val="left" w:pos="1125"/>
          <w:tab w:val="center" w:pos="5400"/>
        </w:tabs>
        <w:jc w:val="center"/>
        <w:rPr>
          <w:rFonts w:ascii="A_Bismillah" w:hAnsi="A_Bismillah"/>
          <w:sz w:val="36"/>
          <w:szCs w:val="36"/>
        </w:rPr>
      </w:pPr>
      <w:proofErr w:type="gramStart"/>
      <w:r w:rsidRPr="00505909">
        <w:rPr>
          <w:rFonts w:ascii="A_Bismillah" w:hAnsi="A_Bismillah" w:cs="A_Faruma"/>
          <w:sz w:val="52"/>
          <w:szCs w:val="52"/>
        </w:rPr>
        <w:t>a</w:t>
      </w:r>
      <w:proofErr w:type="gramEnd"/>
    </w:p>
    <w:p w14:paraId="3A519EB3" w14:textId="77777777" w:rsidR="00B04336" w:rsidRPr="0041655B" w:rsidRDefault="00B04336" w:rsidP="00B04336">
      <w:pPr>
        <w:jc w:val="center"/>
        <w:rPr>
          <w:rFonts w:ascii="Faruma" w:hAnsi="Faruma" w:cs="Faruma"/>
          <w:b/>
          <w:lang w:bidi="dv-MV"/>
        </w:rPr>
      </w:pPr>
      <w:r w:rsidRPr="00AC319F">
        <w:rPr>
          <w:noProof/>
        </w:rPr>
        <w:drawing>
          <wp:anchor distT="0" distB="0" distL="114300" distR="114300" simplePos="0" relativeHeight="251659264" behindDoc="0" locked="0" layoutInCell="1" allowOverlap="1" wp14:anchorId="47879B17" wp14:editId="72231232">
            <wp:simplePos x="0" y="0"/>
            <wp:positionH relativeFrom="margin">
              <wp:align>center</wp:align>
            </wp:positionH>
            <wp:positionV relativeFrom="paragraph">
              <wp:posOffset>6762</wp:posOffset>
            </wp:positionV>
            <wp:extent cx="301625" cy="337820"/>
            <wp:effectExtent l="0" t="0" r="317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  <w:r w:rsidRPr="0041655B">
        <w:rPr>
          <w:rFonts w:ascii="Faruma" w:hAnsi="Faruma" w:cs="Faruma" w:hint="cs"/>
          <w:b/>
          <w:rtl/>
          <w:lang w:bidi="dv-MV"/>
        </w:rPr>
        <w:t>(މަސްއޫލު އޮފީސް)</w:t>
      </w:r>
    </w:p>
    <w:p w14:paraId="6842035B" w14:textId="77777777" w:rsidR="00B04336" w:rsidRPr="00F02960" w:rsidRDefault="00B04336" w:rsidP="00B04336">
      <w:pPr>
        <w:bidi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F02960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14:paraId="1CC004BB" w14:textId="77777777" w:rsidR="009E1AB8" w:rsidRPr="003445C8" w:rsidRDefault="009E1AB8" w:rsidP="002A3CCC">
      <w:pPr>
        <w:pStyle w:val="Header"/>
        <w:rPr>
          <w:rFonts w:ascii="Arial" w:hAnsi="Arial" w:cs="Arial"/>
          <w:b/>
          <w:noProof/>
          <w:color w:val="7F7F7F" w:themeColor="text1" w:themeTint="80"/>
          <w:sz w:val="8"/>
          <w:szCs w:val="8"/>
        </w:rPr>
      </w:pPr>
    </w:p>
    <w:p w14:paraId="0D824B3C" w14:textId="15541AF1" w:rsidR="003C7519" w:rsidRPr="009E6A99" w:rsidRDefault="009E6A99" w:rsidP="006C720C">
      <w:pPr>
        <w:pStyle w:val="Header"/>
        <w:bidi/>
        <w:spacing w:after="120"/>
        <w:jc w:val="center"/>
        <w:rPr>
          <w:rFonts w:ascii="Faruma" w:hAnsi="Faruma" w:cs="A_Faruma"/>
          <w:bCs/>
          <w:lang w:bidi="dv-MV"/>
        </w:rPr>
      </w:pPr>
      <w:r w:rsidRPr="009E6A99">
        <w:rPr>
          <w:rFonts w:ascii="Faruma" w:hAnsi="Faruma" w:cs="A_Faruma" w:hint="cs"/>
          <w:bCs/>
          <w:sz w:val="28"/>
          <w:szCs w:val="28"/>
          <w:rtl/>
          <w:lang w:bidi="dv-MV"/>
        </w:rPr>
        <w:t>އެއްބަސްވުމުގެ އަގ</w:t>
      </w:r>
      <w:r w:rsidR="006C720C">
        <w:rPr>
          <w:rFonts w:ascii="Faruma" w:hAnsi="Faruma" w:cs="A_Faruma" w:hint="cs"/>
          <w:bCs/>
          <w:sz w:val="28"/>
          <w:szCs w:val="28"/>
          <w:rtl/>
          <w:lang w:bidi="dv-MV"/>
        </w:rPr>
        <w:t>ަށް ނުވަތަ މުއްދަތަށް</w:t>
      </w:r>
      <w:r w:rsidRPr="009E6A99">
        <w:rPr>
          <w:rFonts w:ascii="Faruma" w:hAnsi="Faruma" w:cs="A_Faruma" w:hint="cs"/>
          <w:bCs/>
          <w:sz w:val="28"/>
          <w:szCs w:val="28"/>
          <w:rtl/>
          <w:lang w:bidi="dv-MV"/>
        </w:rPr>
        <w:t xml:space="preserve"> ބަދަލު ގެނައުމުގެ</w:t>
      </w:r>
      <w:r w:rsidR="0041655B" w:rsidRPr="009E6A99">
        <w:rPr>
          <w:rFonts w:ascii="Faruma" w:hAnsi="Faruma" w:cs="A_Faruma" w:hint="cs"/>
          <w:bCs/>
          <w:sz w:val="28"/>
          <w:szCs w:val="28"/>
          <w:rtl/>
          <w:lang w:bidi="dv-MV"/>
        </w:rPr>
        <w:t xml:space="preserve"> ހުއްދަ</w:t>
      </w:r>
      <w:r w:rsidR="00AD64FC" w:rsidRPr="009E6A99">
        <w:rPr>
          <w:rFonts w:ascii="Faruma" w:hAnsi="Faruma" w:cs="A_Faruma" w:hint="cs"/>
          <w:bCs/>
          <w:sz w:val="28"/>
          <w:szCs w:val="28"/>
          <w:rtl/>
          <w:lang w:bidi="dv-MV"/>
        </w:rPr>
        <w:t>އަށް އެދި</w:t>
      </w:r>
      <w:r w:rsidR="005F05C4">
        <w:rPr>
          <w:rFonts w:ascii="Faruma" w:hAnsi="Faruma" w:cs="A_Faruma" w:hint="cs"/>
          <w:bCs/>
          <w:sz w:val="28"/>
          <w:szCs w:val="28"/>
          <w:rtl/>
          <w:lang w:bidi="dv-MV"/>
        </w:rPr>
        <w:t xml:space="preserve"> ބިޑު ކޮމިޓީއަށް</w:t>
      </w:r>
      <w:r w:rsidR="00AD64FC" w:rsidRPr="009E6A99">
        <w:rPr>
          <w:rFonts w:ascii="Faruma" w:hAnsi="Faruma" w:cs="A_Faruma" w:hint="cs"/>
          <w:bCs/>
          <w:sz w:val="28"/>
          <w:szCs w:val="28"/>
          <w:rtl/>
          <w:lang w:bidi="dv-MV"/>
        </w:rPr>
        <w:t xml:space="preserve"> ހުށަހަޅާ ފޯމު</w:t>
      </w:r>
    </w:p>
    <w:tbl>
      <w:tblPr>
        <w:tblStyle w:val="GridTable4-Accent11"/>
        <w:tblW w:w="10705" w:type="dxa"/>
        <w:tblBorders>
          <w:top w:val="single" w:sz="4" w:space="0" w:color="C0BABA" w:themeColor="accent6" w:themeTint="99"/>
          <w:left w:val="single" w:sz="4" w:space="0" w:color="C0BABA" w:themeColor="accent6" w:themeTint="99"/>
          <w:bottom w:val="single" w:sz="4" w:space="0" w:color="C0BABA" w:themeColor="accent6" w:themeTint="99"/>
          <w:right w:val="single" w:sz="4" w:space="0" w:color="C0BABA" w:themeColor="accent6" w:themeTint="99"/>
          <w:insideH w:val="single" w:sz="4" w:space="0" w:color="C0BABA" w:themeColor="accent6" w:themeTint="99"/>
          <w:insideV w:val="single" w:sz="4" w:space="0" w:color="C0BABA" w:themeColor="accent6" w:themeTint="99"/>
        </w:tblBorders>
        <w:tblLook w:val="04A0" w:firstRow="1" w:lastRow="0" w:firstColumn="1" w:lastColumn="0" w:noHBand="0" w:noVBand="1"/>
      </w:tblPr>
      <w:tblGrid>
        <w:gridCol w:w="3078"/>
        <w:gridCol w:w="1957"/>
        <w:gridCol w:w="2340"/>
        <w:gridCol w:w="3330"/>
      </w:tblGrid>
      <w:tr w:rsidR="009E6A99" w:rsidRPr="009E6A99" w14:paraId="4761D75A" w14:textId="77777777" w:rsidTr="009E6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6C6059CC" w14:textId="025301DB" w:rsidR="009E6A99" w:rsidRPr="009E6A99" w:rsidRDefault="009E6A99" w:rsidP="00B52EF0">
            <w:pPr>
              <w:pStyle w:val="Header"/>
              <w:numPr>
                <w:ilvl w:val="0"/>
                <w:numId w:val="14"/>
              </w:numPr>
              <w:bidi/>
              <w:ind w:hanging="540"/>
              <w:rPr>
                <w:rFonts w:ascii="Faruma" w:hAnsi="Faruma" w:cs="A_Faruma"/>
                <w:b w:val="0"/>
                <w:color w:val="auto"/>
                <w:lang w:bidi="dv-MV"/>
              </w:rPr>
            </w:pPr>
            <w:r w:rsidRPr="009E6A99">
              <w:rPr>
                <w:rFonts w:ascii="Faruma" w:hAnsi="Faruma" w:cs="A_Faruma"/>
                <w:b w:val="0"/>
                <w:color w:val="auto"/>
                <w:rtl/>
                <w:lang w:bidi="dv-MV"/>
              </w:rPr>
              <w:t xml:space="preserve">މަޝްރޫޢޫގެ </w:t>
            </w:r>
            <w:r w:rsidRPr="009E6A99">
              <w:rPr>
                <w:rFonts w:ascii="Faruma" w:hAnsi="Faruma" w:cs="A_Faruma" w:hint="cs"/>
                <w:b w:val="0"/>
                <w:color w:val="auto"/>
                <w:rtl/>
                <w:lang w:bidi="dv-MV"/>
              </w:rPr>
              <w:t>މައުލޫމާތު:</w:t>
            </w:r>
          </w:p>
        </w:tc>
      </w:tr>
      <w:tr w:rsidR="00AD64FC" w:rsidRPr="009E6A99" w14:paraId="3CCB58C1" w14:textId="77777777" w:rsidTr="009E6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gridSpan w:val="3"/>
            <w:shd w:val="clear" w:color="auto" w:fill="FFFFFF" w:themeFill="background1"/>
          </w:tcPr>
          <w:p w14:paraId="0F8F756F" w14:textId="77777777" w:rsidR="00AD64FC" w:rsidRPr="009F42CD" w:rsidRDefault="00AD64FC" w:rsidP="00AD64FC">
            <w:pPr>
              <w:pStyle w:val="Header"/>
              <w:jc w:val="right"/>
              <w:rPr>
                <w:rFonts w:cs="A_Faruma"/>
                <w:bCs w:val="0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FFFFFF" w:themeFill="background1"/>
          </w:tcPr>
          <w:p w14:paraId="0D98DFB8" w14:textId="09BB9ACD" w:rsidR="00AD64FC" w:rsidRPr="009F42CD" w:rsidRDefault="00AF7931" w:rsidP="00AD64FC">
            <w:pPr>
              <w:pStyle w:val="Header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/>
                <w:sz w:val="22"/>
                <w:szCs w:val="22"/>
                <w:lang w:bidi="dv-MV"/>
              </w:rPr>
            </w:pPr>
            <w:r w:rsidRPr="009F42CD">
              <w:rPr>
                <w:rFonts w:cs="A_Faruma" w:hint="cs"/>
                <w:b/>
                <w:sz w:val="22"/>
                <w:szCs w:val="22"/>
                <w:rtl/>
                <w:lang w:bidi="dv-MV"/>
              </w:rPr>
              <w:t>ކޮންޓްރެކްޓު</w:t>
            </w:r>
            <w:r w:rsidR="00AD64FC" w:rsidRPr="009F42CD">
              <w:rPr>
                <w:rFonts w:cs="A_Faruma" w:hint="cs"/>
                <w:b/>
                <w:sz w:val="22"/>
                <w:szCs w:val="22"/>
                <w:rtl/>
                <w:lang w:bidi="dv-MV"/>
              </w:rPr>
              <w:t>ގެ ނަން:</w:t>
            </w:r>
          </w:p>
        </w:tc>
      </w:tr>
      <w:tr w:rsidR="00403C51" w:rsidRPr="009E6A99" w14:paraId="596CE4A5" w14:textId="77777777" w:rsidTr="009F42CD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  <w:shd w:val="clear" w:color="auto" w:fill="FFFFFF" w:themeFill="background1"/>
          </w:tcPr>
          <w:p w14:paraId="6018C5D1" w14:textId="77777777" w:rsidR="00403C51" w:rsidRPr="009F42CD" w:rsidRDefault="00403C51" w:rsidP="00007D55">
            <w:pPr>
              <w:rPr>
                <w:rFonts w:cs="A_Faruma"/>
                <w:sz w:val="22"/>
                <w:szCs w:val="22"/>
                <w:lang w:bidi="dv-MV"/>
              </w:rPr>
            </w:pPr>
          </w:p>
        </w:tc>
        <w:tc>
          <w:tcPr>
            <w:tcW w:w="1957" w:type="dxa"/>
            <w:shd w:val="clear" w:color="auto" w:fill="FFFFFF" w:themeFill="background1"/>
          </w:tcPr>
          <w:p w14:paraId="3169DDBC" w14:textId="40DE23A5" w:rsidR="00403C51" w:rsidRPr="009F42CD" w:rsidRDefault="009238A1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/>
                <w:b/>
                <w:sz w:val="22"/>
                <w:szCs w:val="22"/>
                <w:rtl/>
                <w:lang w:bidi="dv-MV"/>
              </w:rPr>
              <w:t>ތާރީޚ</w:t>
            </w: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ު</w:t>
            </w:r>
            <w:r w:rsidR="00007D55" w:rsidRPr="009F42CD">
              <w:rPr>
                <w:rFonts w:ascii="Faruma" w:hAnsi="Faruma" w:cs="A_Faruma"/>
                <w:b/>
                <w:sz w:val="22"/>
                <w:szCs w:val="22"/>
                <w:rtl/>
                <w:lang w:bidi="dv-MV"/>
              </w:rPr>
              <w:t>:</w:t>
            </w:r>
          </w:p>
        </w:tc>
        <w:tc>
          <w:tcPr>
            <w:tcW w:w="2340" w:type="dxa"/>
            <w:shd w:val="clear" w:color="auto" w:fill="FFFFFF" w:themeFill="background1"/>
          </w:tcPr>
          <w:p w14:paraId="456C43F9" w14:textId="77777777" w:rsidR="00403C51" w:rsidRPr="009F42CD" w:rsidRDefault="00403C51" w:rsidP="00C8588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_Faruma"/>
                <w:bCs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FFFFFF" w:themeFill="background1"/>
          </w:tcPr>
          <w:p w14:paraId="657876A7" w14:textId="7D2E5ED8" w:rsidR="00403C51" w:rsidRPr="009F42CD" w:rsidRDefault="00AF7931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Cs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ކޮންޓްރެކްޓް</w:t>
            </w:r>
            <w:r w:rsidR="00007D55"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 xml:space="preserve"> ހިންގާ އޮފީސް:</w:t>
            </w:r>
          </w:p>
        </w:tc>
      </w:tr>
      <w:tr w:rsidR="00403C51" w:rsidRPr="009E6A99" w14:paraId="749ED2BB" w14:textId="77777777" w:rsidTr="009F4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  <w:shd w:val="clear" w:color="auto" w:fill="FFFFFF" w:themeFill="background1"/>
          </w:tcPr>
          <w:p w14:paraId="418C7112" w14:textId="77777777" w:rsidR="00403C51" w:rsidRPr="009F42CD" w:rsidRDefault="00403C51" w:rsidP="00C85885">
            <w:pPr>
              <w:pStyle w:val="Header"/>
              <w:rPr>
                <w:rFonts w:cs="A_Faruma"/>
                <w:b w:val="0"/>
                <w:sz w:val="22"/>
                <w:szCs w:val="22"/>
              </w:rPr>
            </w:pPr>
          </w:p>
        </w:tc>
        <w:tc>
          <w:tcPr>
            <w:tcW w:w="1957" w:type="dxa"/>
            <w:shd w:val="clear" w:color="auto" w:fill="FFFFFF" w:themeFill="background1"/>
          </w:tcPr>
          <w:p w14:paraId="43DAA54B" w14:textId="77777777" w:rsidR="00403C51" w:rsidRPr="009F42CD" w:rsidRDefault="00007D55" w:rsidP="00007D55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ޕްރޮޖެކްޓް މެނޭޖަރ:</w:t>
            </w:r>
          </w:p>
        </w:tc>
        <w:tc>
          <w:tcPr>
            <w:tcW w:w="2340" w:type="dxa"/>
            <w:shd w:val="clear" w:color="auto" w:fill="FFFFFF" w:themeFill="background1"/>
          </w:tcPr>
          <w:p w14:paraId="3603FB59" w14:textId="77777777" w:rsidR="00403C51" w:rsidRPr="009F42CD" w:rsidRDefault="00403C51" w:rsidP="00C85885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Cs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FFFFFF" w:themeFill="background1"/>
          </w:tcPr>
          <w:p w14:paraId="51CE5BA6" w14:textId="77777777" w:rsidR="00403C51" w:rsidRPr="009F42CD" w:rsidRDefault="00007D55" w:rsidP="00007D55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sz w:val="22"/>
                <w:szCs w:val="22"/>
                <w:rtl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ކޮންޓްރެކްޓަރ:</w:t>
            </w:r>
          </w:p>
        </w:tc>
      </w:tr>
      <w:tr w:rsidR="00403C51" w:rsidRPr="009E6A99" w14:paraId="45F36CB0" w14:textId="77777777" w:rsidTr="009F42CD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  <w:shd w:val="clear" w:color="auto" w:fill="FFFFFF" w:themeFill="background1"/>
          </w:tcPr>
          <w:p w14:paraId="0C075190" w14:textId="77777777" w:rsidR="00403C51" w:rsidRPr="009F42CD" w:rsidRDefault="00403C51" w:rsidP="00C85885">
            <w:pPr>
              <w:pStyle w:val="Header"/>
              <w:rPr>
                <w:rFonts w:cs="A_Faruma"/>
                <w:b w:val="0"/>
                <w:sz w:val="22"/>
                <w:szCs w:val="22"/>
              </w:rPr>
            </w:pPr>
          </w:p>
        </w:tc>
        <w:tc>
          <w:tcPr>
            <w:tcW w:w="1957" w:type="dxa"/>
            <w:shd w:val="clear" w:color="auto" w:fill="FFFFFF" w:themeFill="background1"/>
          </w:tcPr>
          <w:p w14:paraId="0FD0BE15" w14:textId="77777777" w:rsidR="00403C51" w:rsidRPr="009F42CD" w:rsidRDefault="0041655B" w:rsidP="0041655B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_Faruma"/>
                <w:b/>
                <w:sz w:val="22"/>
                <w:szCs w:val="22"/>
                <w:rtl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އިންޖިނިއަރ:</w:t>
            </w:r>
          </w:p>
        </w:tc>
        <w:tc>
          <w:tcPr>
            <w:tcW w:w="2340" w:type="dxa"/>
            <w:shd w:val="clear" w:color="auto" w:fill="FFFFFF" w:themeFill="background1"/>
          </w:tcPr>
          <w:p w14:paraId="5618EB04" w14:textId="77777777" w:rsidR="00403C51" w:rsidRPr="009F42CD" w:rsidRDefault="00403C51" w:rsidP="00C8588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_Faruma"/>
                <w:bCs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FFFFFF" w:themeFill="background1"/>
          </w:tcPr>
          <w:p w14:paraId="14FCEBEC" w14:textId="77777777" w:rsidR="00403C51" w:rsidRPr="009F42CD" w:rsidRDefault="00B039B5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_Faruma"/>
                <w:b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ޖުމްލަ ބަޖެ</w:t>
            </w:r>
            <w:r w:rsidR="00007D55"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ޓު:</w:t>
            </w:r>
          </w:p>
        </w:tc>
      </w:tr>
      <w:tr w:rsidR="00090FD8" w:rsidRPr="009E6A99" w14:paraId="16104D66" w14:textId="77777777" w:rsidTr="009F4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  <w:shd w:val="clear" w:color="auto" w:fill="FFFFFF" w:themeFill="background1"/>
          </w:tcPr>
          <w:p w14:paraId="269D7F5F" w14:textId="77777777" w:rsidR="00090FD8" w:rsidRPr="009F42CD" w:rsidRDefault="00090FD8" w:rsidP="00612CC7">
            <w:pPr>
              <w:pStyle w:val="Header"/>
              <w:rPr>
                <w:rFonts w:cs="A_Faruma"/>
                <w:b w:val="0"/>
                <w:sz w:val="22"/>
                <w:szCs w:val="22"/>
              </w:rPr>
            </w:pPr>
          </w:p>
        </w:tc>
        <w:tc>
          <w:tcPr>
            <w:tcW w:w="1957" w:type="dxa"/>
            <w:shd w:val="clear" w:color="auto" w:fill="FFFFFF" w:themeFill="background1"/>
          </w:tcPr>
          <w:p w14:paraId="032C146A" w14:textId="77777777" w:rsidR="00090FD8" w:rsidRPr="009F42CD" w:rsidRDefault="00090FD8" w:rsidP="00612CC7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ކޮންޓްރެކްޓުގެ އަގު:</w:t>
            </w:r>
          </w:p>
        </w:tc>
        <w:tc>
          <w:tcPr>
            <w:tcW w:w="2340" w:type="dxa"/>
            <w:shd w:val="clear" w:color="auto" w:fill="FFFFFF" w:themeFill="background1"/>
          </w:tcPr>
          <w:p w14:paraId="4D17E320" w14:textId="77777777" w:rsidR="00090FD8" w:rsidRPr="009F42CD" w:rsidRDefault="00090FD8" w:rsidP="00612CC7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Cs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FFFFFF" w:themeFill="background1"/>
          </w:tcPr>
          <w:p w14:paraId="28711A72" w14:textId="77777777" w:rsidR="00090FD8" w:rsidRPr="009F42CD" w:rsidRDefault="00090FD8" w:rsidP="00612CC7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މަސައްކަތް ނިންމުމަށް ދެވިފައިވާ މުއްދަތު:</w:t>
            </w:r>
          </w:p>
        </w:tc>
      </w:tr>
      <w:tr w:rsidR="00B039B5" w:rsidRPr="009E6A99" w14:paraId="7B4757D7" w14:textId="77777777" w:rsidTr="009F42CD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  <w:shd w:val="clear" w:color="auto" w:fill="FFFFFF" w:themeFill="background1"/>
          </w:tcPr>
          <w:p w14:paraId="0A760E8F" w14:textId="77777777" w:rsidR="00B039B5" w:rsidRPr="009F42CD" w:rsidRDefault="00B039B5" w:rsidP="00C85885">
            <w:pPr>
              <w:pStyle w:val="Header"/>
              <w:rPr>
                <w:rFonts w:cs="A_Faruma"/>
                <w:b w:val="0"/>
                <w:sz w:val="22"/>
                <w:szCs w:val="22"/>
              </w:rPr>
            </w:pPr>
          </w:p>
        </w:tc>
        <w:tc>
          <w:tcPr>
            <w:tcW w:w="1957" w:type="dxa"/>
            <w:shd w:val="clear" w:color="auto" w:fill="FFFFFF" w:themeFill="background1"/>
          </w:tcPr>
          <w:p w14:paraId="6E1948E1" w14:textId="5B42A699" w:rsidR="00B039B5" w:rsidRPr="009F42CD" w:rsidRDefault="00B65BF0" w:rsidP="0041655B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sz w:val="22"/>
                <w:szCs w:val="22"/>
                <w:rtl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ޕްރޮޖެކްޓް ފެށި ތާރީޚު</w:t>
            </w:r>
            <w:r w:rsidR="00B039B5"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:</w:t>
            </w:r>
          </w:p>
        </w:tc>
        <w:tc>
          <w:tcPr>
            <w:tcW w:w="2340" w:type="dxa"/>
            <w:shd w:val="clear" w:color="auto" w:fill="FFFFFF" w:themeFill="background1"/>
          </w:tcPr>
          <w:p w14:paraId="5B0DE423" w14:textId="77777777" w:rsidR="00B039B5" w:rsidRPr="009F42CD" w:rsidRDefault="00B039B5" w:rsidP="00C8588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_Faruma"/>
                <w:bCs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FFFFFF" w:themeFill="background1"/>
          </w:tcPr>
          <w:p w14:paraId="3EF5EB0E" w14:textId="2AC27351" w:rsidR="00B039B5" w:rsidRPr="009F42CD" w:rsidRDefault="009238A1" w:rsidP="00B039B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sz w:val="22"/>
                <w:szCs w:val="22"/>
                <w:rtl/>
                <w:lang w:bidi="dv-MV"/>
              </w:rPr>
            </w:pPr>
            <w:r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ޕްރޮޖެކްޓް އެވޯޑް ކުރި ތާރީޚު</w:t>
            </w:r>
            <w:r w:rsidR="00B039B5" w:rsidRPr="009F42CD">
              <w:rPr>
                <w:rFonts w:ascii="Faruma" w:hAnsi="Faruma" w:cs="A_Faruma" w:hint="cs"/>
                <w:b/>
                <w:sz w:val="22"/>
                <w:szCs w:val="22"/>
                <w:rtl/>
                <w:lang w:bidi="dv-MV"/>
              </w:rPr>
              <w:t>:</w:t>
            </w:r>
          </w:p>
        </w:tc>
      </w:tr>
    </w:tbl>
    <w:p w14:paraId="7B01D88D" w14:textId="77777777" w:rsidR="00C85885" w:rsidRPr="009E6A99" w:rsidRDefault="00C85885" w:rsidP="002A3CCC">
      <w:pPr>
        <w:pStyle w:val="Header"/>
        <w:rPr>
          <w:rFonts w:cs="A_Faruma"/>
          <w:b/>
          <w:sz w:val="8"/>
          <w:szCs w:val="8"/>
        </w:rPr>
      </w:pPr>
    </w:p>
    <w:p w14:paraId="10DD8665" w14:textId="77777777" w:rsidR="005620D4" w:rsidRPr="009E6A99" w:rsidRDefault="005620D4" w:rsidP="002D4552">
      <w:pPr>
        <w:rPr>
          <w:rFonts w:cs="A_Faruma"/>
          <w:b/>
          <w:sz w:val="12"/>
          <w:szCs w:val="12"/>
        </w:rPr>
      </w:pPr>
    </w:p>
    <w:tbl>
      <w:tblPr>
        <w:tblStyle w:val="GridTable4-Accent11"/>
        <w:tblW w:w="10705" w:type="dxa"/>
        <w:tblBorders>
          <w:top w:val="single" w:sz="4" w:space="0" w:color="C0BABA" w:themeColor="accent6" w:themeTint="99"/>
          <w:left w:val="single" w:sz="4" w:space="0" w:color="C0BABA" w:themeColor="accent6" w:themeTint="99"/>
          <w:bottom w:val="single" w:sz="4" w:space="0" w:color="C0BABA" w:themeColor="accent6" w:themeTint="99"/>
          <w:right w:val="single" w:sz="4" w:space="0" w:color="C0BABA" w:themeColor="accent6" w:themeTint="99"/>
          <w:insideH w:val="single" w:sz="4" w:space="0" w:color="C0BABA" w:themeColor="accent6" w:themeTint="99"/>
          <w:insideV w:val="single" w:sz="4" w:space="0" w:color="C0BABA" w:themeColor="accent6" w:themeTint="99"/>
        </w:tblBorders>
        <w:tblLook w:val="04A0" w:firstRow="1" w:lastRow="0" w:firstColumn="1" w:lastColumn="0" w:noHBand="0" w:noVBand="1"/>
      </w:tblPr>
      <w:tblGrid>
        <w:gridCol w:w="1075"/>
        <w:gridCol w:w="4950"/>
        <w:gridCol w:w="990"/>
        <w:gridCol w:w="3690"/>
      </w:tblGrid>
      <w:tr w:rsidR="001820BB" w:rsidRPr="009E6A99" w14:paraId="5D904C19" w14:textId="77777777" w:rsidTr="009E6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1D799D32" w14:textId="60E50035" w:rsidR="001820BB" w:rsidRPr="009E6A99" w:rsidRDefault="00854346" w:rsidP="00B52EF0">
            <w:pPr>
              <w:pStyle w:val="Header"/>
              <w:numPr>
                <w:ilvl w:val="0"/>
                <w:numId w:val="14"/>
              </w:numPr>
              <w:bidi/>
              <w:ind w:hanging="540"/>
              <w:rPr>
                <w:rFonts w:ascii="Faruma" w:hAnsi="Faruma" w:cs="A_Faruma"/>
                <w:b w:val="0"/>
                <w:lang w:bidi="dv-MV"/>
              </w:rPr>
            </w:pPr>
            <w:r w:rsidRPr="00854346">
              <w:rPr>
                <w:rFonts w:ascii="Faruma" w:hAnsi="Faruma" w:cs="A_Faruma" w:hint="cs"/>
                <w:color w:val="000000" w:themeColor="text1"/>
                <w:rtl/>
                <w:lang w:bidi="dv-MV"/>
              </w:rPr>
              <w:t>އެއްބަސްވުމުގެ އަގަށް ނުވަތަ މުއްދަތަށް ބަދަލު ގެނައުމަށް ކުރިން ހުއްދަދީފައިވާ ގޮތުގެ ތަފުސީލު:</w:t>
            </w:r>
          </w:p>
        </w:tc>
      </w:tr>
      <w:tr w:rsidR="006C4BBE" w:rsidRPr="009E6A99" w14:paraId="4B7D9408" w14:textId="77777777" w:rsidTr="009F4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2812252F" w14:textId="546BB255" w:rsidR="006C4BBE" w:rsidRPr="009F42CD" w:rsidRDefault="006C4BBE" w:rsidP="00564391">
            <w:pPr>
              <w:pStyle w:val="Header"/>
              <w:bidi/>
              <w:jc w:val="both"/>
              <w:rPr>
                <w:rFonts w:ascii="Faruma" w:hAnsi="Faruma" w:cs="A_Faruma"/>
                <w:b w:val="0"/>
                <w:bCs w:val="0"/>
                <w:sz w:val="22"/>
                <w:szCs w:val="22"/>
                <w:lang w:bidi="dv-MV"/>
              </w:rPr>
            </w:pPr>
          </w:p>
        </w:tc>
        <w:tc>
          <w:tcPr>
            <w:tcW w:w="4950" w:type="dxa"/>
            <w:shd w:val="clear" w:color="auto" w:fill="FFFFFF" w:themeFill="background1"/>
          </w:tcPr>
          <w:p w14:paraId="67EB456E" w14:textId="42A54A9C" w:rsidR="006C4BBE" w:rsidRPr="009F42CD" w:rsidRDefault="006C4BBE" w:rsidP="0056439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މަސައްކަތް ނިންމުމަށް އިތުރަށް ހުއްދަ ދެވިފައިވާ ޖުމްލަ މުއްދަތު:</w:t>
            </w:r>
          </w:p>
        </w:tc>
        <w:tc>
          <w:tcPr>
            <w:tcW w:w="990" w:type="dxa"/>
            <w:shd w:val="clear" w:color="auto" w:fill="FFFFFF" w:themeFill="background1"/>
          </w:tcPr>
          <w:p w14:paraId="34195826" w14:textId="18B81EF3" w:rsidR="006C4BBE" w:rsidRPr="009F42CD" w:rsidRDefault="006C4BBE" w:rsidP="0056439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3690" w:type="dxa"/>
            <w:shd w:val="clear" w:color="auto" w:fill="FFFFFF" w:themeFill="background1"/>
          </w:tcPr>
          <w:p w14:paraId="19902F91" w14:textId="6A8810F0" w:rsidR="006C4BBE" w:rsidRPr="009F42CD" w:rsidRDefault="006C4BBE" w:rsidP="0056439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މުއްދަތު އިތުރުކުރުމަށް ހުއްދަ ދެވުނު އަދަދު:</w:t>
            </w:r>
          </w:p>
        </w:tc>
      </w:tr>
      <w:tr w:rsidR="006C4BBE" w:rsidRPr="009E6A99" w14:paraId="5F910688" w14:textId="77777777" w:rsidTr="009F42CD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3B24BADF" w14:textId="79467F76" w:rsidR="006C4BBE" w:rsidRPr="009F42CD" w:rsidRDefault="006C4BBE" w:rsidP="00564391">
            <w:pPr>
              <w:pStyle w:val="Header"/>
              <w:bidi/>
              <w:jc w:val="both"/>
              <w:rPr>
                <w:rFonts w:ascii="Faruma" w:hAnsi="Faruma" w:cs="A_Faruma"/>
                <w:b w:val="0"/>
                <w:bCs w:val="0"/>
                <w:sz w:val="22"/>
                <w:szCs w:val="22"/>
                <w:lang w:bidi="dv-MV"/>
              </w:rPr>
            </w:pPr>
          </w:p>
        </w:tc>
        <w:tc>
          <w:tcPr>
            <w:tcW w:w="4950" w:type="dxa"/>
            <w:shd w:val="clear" w:color="auto" w:fill="FFFFFF" w:themeFill="background1"/>
          </w:tcPr>
          <w:p w14:paraId="06162BBF" w14:textId="2094D8BE" w:rsidR="006C4BBE" w:rsidRPr="009F42CD" w:rsidRDefault="006C4BBE" w:rsidP="0056439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މަސައްކަތް ނިންމުމަށް އިތުރަށް ހުއްދަދެވިފައިވާ ޖުމްލަ އަގު:</w:t>
            </w:r>
          </w:p>
        </w:tc>
        <w:tc>
          <w:tcPr>
            <w:tcW w:w="990" w:type="dxa"/>
            <w:shd w:val="clear" w:color="auto" w:fill="FFFFFF" w:themeFill="background1"/>
          </w:tcPr>
          <w:p w14:paraId="6FDAFA2D" w14:textId="09239B26" w:rsidR="006C4BBE" w:rsidRPr="009F42CD" w:rsidRDefault="006C4BBE" w:rsidP="0056439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3690" w:type="dxa"/>
            <w:shd w:val="clear" w:color="auto" w:fill="FFFFFF" w:themeFill="background1"/>
          </w:tcPr>
          <w:p w14:paraId="27757187" w14:textId="3603AD03" w:rsidR="006C4BBE" w:rsidRPr="009F42CD" w:rsidRDefault="006C4BBE" w:rsidP="0056439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އަގު އިތުރުކުރުމަށް ހުއްދަ ދެވުނު އަދަދު:</w:t>
            </w:r>
          </w:p>
        </w:tc>
      </w:tr>
    </w:tbl>
    <w:p w14:paraId="59B47BFA" w14:textId="77777777" w:rsidR="001820BB" w:rsidRPr="009E6A99" w:rsidRDefault="001820BB" w:rsidP="00692B64"/>
    <w:tbl>
      <w:tblPr>
        <w:tblStyle w:val="GridTable4-Accent11"/>
        <w:tblW w:w="10705" w:type="dxa"/>
        <w:tblBorders>
          <w:top w:val="single" w:sz="4" w:space="0" w:color="C0BABA" w:themeColor="accent6" w:themeTint="99"/>
          <w:left w:val="single" w:sz="4" w:space="0" w:color="C0BABA" w:themeColor="accent6" w:themeTint="99"/>
          <w:bottom w:val="single" w:sz="4" w:space="0" w:color="C0BABA" w:themeColor="accent6" w:themeTint="99"/>
          <w:right w:val="single" w:sz="4" w:space="0" w:color="C0BABA" w:themeColor="accent6" w:themeTint="99"/>
          <w:insideH w:val="single" w:sz="4" w:space="0" w:color="C0BABA" w:themeColor="accent6" w:themeTint="99"/>
          <w:insideV w:val="single" w:sz="4" w:space="0" w:color="C0BABA" w:themeColor="accent6" w:themeTint="99"/>
        </w:tblBorders>
        <w:tblLook w:val="04A0" w:firstRow="1" w:lastRow="0" w:firstColumn="1" w:lastColumn="0" w:noHBand="0" w:noVBand="1"/>
      </w:tblPr>
      <w:tblGrid>
        <w:gridCol w:w="5755"/>
        <w:gridCol w:w="4950"/>
      </w:tblGrid>
      <w:tr w:rsidR="001820BB" w:rsidRPr="00AC319F" w14:paraId="67F31B01" w14:textId="77777777" w:rsidTr="00B52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7C050739" w14:textId="13436EAA" w:rsidR="001820BB" w:rsidRPr="009E6A99" w:rsidRDefault="00B52EF0" w:rsidP="002E371D">
            <w:pPr>
              <w:pStyle w:val="Header"/>
              <w:numPr>
                <w:ilvl w:val="0"/>
                <w:numId w:val="14"/>
              </w:numPr>
              <w:bidi/>
              <w:ind w:hanging="540"/>
              <w:rPr>
                <w:rFonts w:cs="A_Faruma"/>
                <w:b w:val="0"/>
                <w:lang w:bidi="dv-MV"/>
              </w:rPr>
            </w:pP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އަގު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ނުވަތަ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މުއްދަތު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އަދަދަށް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ބަދަލު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ގެނައުމުގެ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ހުއްދައަށް</w:t>
            </w:r>
            <w:r w:rsidRPr="00B52EF0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="00B039B5" w:rsidRPr="009E6A99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އެދޭ</w:t>
            </w:r>
            <w:r w:rsidR="00B45268" w:rsidRPr="009E6A99">
              <w:rPr>
                <w:rFonts w:ascii="Faruma" w:hAnsi="Faruma" w:cs="A_Faruma"/>
                <w:b w:val="0"/>
                <w:color w:val="auto"/>
                <w:rtl/>
                <w:lang w:bidi="dv-MV"/>
              </w:rPr>
              <w:t xml:space="preserve"> </w:t>
            </w:r>
            <w:r>
              <w:rPr>
                <w:rFonts w:ascii="Faruma" w:hAnsi="Faruma" w:cs="A_Faruma" w:hint="cs"/>
                <w:b w:val="0"/>
                <w:color w:val="auto"/>
                <w:rtl/>
                <w:lang w:bidi="dv-MV"/>
              </w:rPr>
              <w:t>އެއްބަސްވުމުގެ</w:t>
            </w:r>
            <w:r w:rsidR="00B039B5" w:rsidRPr="009E6A99">
              <w:rPr>
                <w:rFonts w:ascii="Faruma" w:hAnsi="Faruma" w:cs="A_Faruma" w:hint="cs"/>
                <w:b w:val="0"/>
                <w:color w:val="auto"/>
                <w:rtl/>
                <w:lang w:bidi="dv-MV"/>
              </w:rPr>
              <w:t xml:space="preserve"> ތަފްސީލު</w:t>
            </w:r>
            <w:r w:rsidR="009E6A99" w:rsidRPr="009E6A99">
              <w:rPr>
                <w:rFonts w:ascii="Faruma" w:hAnsi="Faruma" w:cs="A_Faruma" w:hint="cs"/>
                <w:b w:val="0"/>
                <w:color w:val="auto"/>
                <w:rtl/>
                <w:lang w:bidi="dv-MV"/>
              </w:rPr>
              <w:t>:</w:t>
            </w:r>
          </w:p>
        </w:tc>
      </w:tr>
      <w:tr w:rsidR="00900F0C" w:rsidRPr="00AC319F" w14:paraId="4933CA80" w14:textId="77777777" w:rsidTr="009F4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  <w:shd w:val="clear" w:color="auto" w:fill="FFFFFF" w:themeFill="background1"/>
          </w:tcPr>
          <w:p w14:paraId="7F82276A" w14:textId="6D8D3325" w:rsidR="00900F0C" w:rsidRPr="009F42CD" w:rsidRDefault="00900F0C" w:rsidP="00900F0C">
            <w:pPr>
              <w:pStyle w:val="Header"/>
              <w:bidi/>
              <w:jc w:val="both"/>
              <w:rPr>
                <w:rFonts w:ascii="Faruma" w:hAnsi="Faruma" w:cs="A_Faruma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 w:val="0"/>
                <w:bCs w:val="0"/>
                <w:sz w:val="22"/>
                <w:szCs w:val="22"/>
                <w:rtl/>
                <w:lang w:bidi="dv-MV"/>
              </w:rPr>
              <w:t>އިތ</w:t>
            </w:r>
            <w:r w:rsidR="00C726BB">
              <w:rPr>
                <w:rFonts w:ascii="Faruma" w:hAnsi="Faruma" w:cs="A_Faruma" w:hint="cs"/>
                <w:b w:val="0"/>
                <w:bCs w:val="0"/>
                <w:sz w:val="22"/>
                <w:szCs w:val="22"/>
                <w:rtl/>
                <w:lang w:bidi="dv-MV"/>
              </w:rPr>
              <w:t>ުރުކުރުމަށް ކޮންޓްރެކްޓަރު އެދި</w:t>
            </w:r>
            <w:bookmarkStart w:id="0" w:name="_GoBack"/>
            <w:bookmarkEnd w:id="0"/>
            <w:r w:rsidRPr="009F42CD">
              <w:rPr>
                <w:rFonts w:ascii="Faruma" w:hAnsi="Faruma" w:cs="A_Faruma" w:hint="cs"/>
                <w:b w:val="0"/>
                <w:bCs w:val="0"/>
                <w:sz w:val="22"/>
                <w:szCs w:val="22"/>
                <w:rtl/>
                <w:lang w:bidi="dv-MV"/>
              </w:rPr>
              <w:t>ލައްވާފައިވާ އަގު:</w:t>
            </w:r>
          </w:p>
        </w:tc>
        <w:tc>
          <w:tcPr>
            <w:tcW w:w="4950" w:type="dxa"/>
            <w:shd w:val="clear" w:color="auto" w:fill="FFFFFF" w:themeFill="background1"/>
          </w:tcPr>
          <w:p w14:paraId="1B4535F5" w14:textId="1743A6FA" w:rsidR="00900F0C" w:rsidRPr="009F42CD" w:rsidRDefault="00900F0C" w:rsidP="00900F0C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އިތުރުކުރުމަށް ކޮންޓްރެކްޓަރު އެދިލައްވާފައިވާ މުއްދަތު:</w:t>
            </w:r>
          </w:p>
        </w:tc>
      </w:tr>
      <w:tr w:rsidR="00900F0C" w:rsidRPr="00AC319F" w14:paraId="721A3D24" w14:textId="77777777" w:rsidTr="009F42CD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  <w:shd w:val="clear" w:color="auto" w:fill="FFFFFF" w:themeFill="background1"/>
          </w:tcPr>
          <w:p w14:paraId="49087CB6" w14:textId="6FAE1C17" w:rsidR="00900F0C" w:rsidRPr="009F42CD" w:rsidRDefault="00900F0C" w:rsidP="00900F0C">
            <w:pPr>
              <w:pStyle w:val="Header"/>
              <w:bidi/>
              <w:jc w:val="both"/>
              <w:rPr>
                <w:rFonts w:ascii="Faruma" w:hAnsi="Faruma" w:cs="A_Faruma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 w:val="0"/>
                <w:bCs w:val="0"/>
                <w:sz w:val="22"/>
                <w:szCs w:val="22"/>
                <w:rtl/>
                <w:lang w:bidi="dv-MV"/>
              </w:rPr>
              <w:t>މަސައްކަތުގެ ވެރިފަރާތުން ހުށަހަޅާ އަގު:</w:t>
            </w:r>
          </w:p>
        </w:tc>
        <w:tc>
          <w:tcPr>
            <w:tcW w:w="4950" w:type="dxa"/>
            <w:shd w:val="clear" w:color="auto" w:fill="FFFFFF" w:themeFill="background1"/>
          </w:tcPr>
          <w:p w14:paraId="1A7E15E2" w14:textId="196974C7" w:rsidR="00900F0C" w:rsidRPr="009F42CD" w:rsidRDefault="00900F0C" w:rsidP="00900F0C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މަސައްކަތުގެ ވެރިފަރާތުން ހުށަހަޅާ މުއްދަތު:</w:t>
            </w:r>
          </w:p>
        </w:tc>
      </w:tr>
      <w:tr w:rsidR="00900F0C" w:rsidRPr="00AC319F" w14:paraId="033F0C13" w14:textId="77777777" w:rsidTr="009F4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5" w:type="dxa"/>
            <w:shd w:val="clear" w:color="auto" w:fill="FFFFFF" w:themeFill="background1"/>
          </w:tcPr>
          <w:p w14:paraId="6ECC81F7" w14:textId="05789738" w:rsidR="00900F0C" w:rsidRPr="009F42CD" w:rsidRDefault="00900F0C" w:rsidP="00900F0C">
            <w:pPr>
              <w:pStyle w:val="Header"/>
              <w:bidi/>
              <w:jc w:val="both"/>
              <w:rPr>
                <w:rFonts w:ascii="Faruma" w:hAnsi="Faruma" w:cs="A_Faruma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b w:val="0"/>
                <w:bCs w:val="0"/>
                <w:sz w:val="22"/>
                <w:szCs w:val="22"/>
                <w:rtl/>
                <w:lang w:bidi="dv-MV"/>
              </w:rPr>
              <w:t>މަސައްކަތް ނިންމުމަށް ހުއްދަ ދެވޭނެ އަގު:</w:t>
            </w:r>
          </w:p>
        </w:tc>
        <w:tc>
          <w:tcPr>
            <w:tcW w:w="4950" w:type="dxa"/>
            <w:shd w:val="clear" w:color="auto" w:fill="FFFFFF" w:themeFill="background1"/>
          </w:tcPr>
          <w:p w14:paraId="63710E50" w14:textId="7DB1B35B" w:rsidR="00900F0C" w:rsidRPr="009F42CD" w:rsidRDefault="00900F0C" w:rsidP="00900F0C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A_Faruma" w:hint="cs"/>
                <w:sz w:val="22"/>
                <w:szCs w:val="22"/>
                <w:rtl/>
                <w:lang w:bidi="dv-MV"/>
              </w:rPr>
              <w:t>މަސައްކަތް ނިންމުމަށް ހުއްދަ ދެވޭނެ މުއްދަތު:</w:t>
            </w:r>
          </w:p>
        </w:tc>
      </w:tr>
    </w:tbl>
    <w:p w14:paraId="24BEF5CB" w14:textId="77777777" w:rsidR="001820BB" w:rsidRDefault="001820BB" w:rsidP="00692B64">
      <w:pPr>
        <w:rPr>
          <w:b/>
          <w:rtl/>
        </w:rPr>
      </w:pPr>
    </w:p>
    <w:tbl>
      <w:tblPr>
        <w:tblStyle w:val="GridTable1Light-Accent11"/>
        <w:tblW w:w="10705" w:type="dxa"/>
        <w:tblLook w:val="04A0" w:firstRow="1" w:lastRow="0" w:firstColumn="1" w:lastColumn="0" w:noHBand="0" w:noVBand="1"/>
      </w:tblPr>
      <w:tblGrid>
        <w:gridCol w:w="10716"/>
      </w:tblGrid>
      <w:tr w:rsidR="002E371D" w14:paraId="71972697" w14:textId="77777777" w:rsidTr="002E37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tcBorders>
              <w:top w:val="single" w:sz="4" w:space="0" w:color="C0BABA" w:themeColor="accent6" w:themeTint="99"/>
              <w:left w:val="single" w:sz="4" w:space="0" w:color="C0BABA" w:themeColor="accent6" w:themeTint="99"/>
              <w:bottom w:val="single" w:sz="4" w:space="0" w:color="C0BABA" w:themeColor="accent6" w:themeTint="99"/>
              <w:right w:val="single" w:sz="4" w:space="0" w:color="C0BABA" w:themeColor="accent6" w:themeTint="99"/>
            </w:tcBorders>
            <w:shd w:val="clear" w:color="auto" w:fill="EAE8E8" w:themeFill="accent6" w:themeFillTint="33"/>
          </w:tcPr>
          <w:p w14:paraId="21811F36" w14:textId="337E0587" w:rsidR="002E371D" w:rsidRPr="002E371D" w:rsidRDefault="002E371D" w:rsidP="002E371D">
            <w:pPr>
              <w:pStyle w:val="Header"/>
              <w:numPr>
                <w:ilvl w:val="0"/>
                <w:numId w:val="14"/>
              </w:numPr>
              <w:bidi/>
              <w:ind w:hanging="540"/>
              <w:jc w:val="both"/>
              <w:rPr>
                <w:rFonts w:ascii="Faruma" w:hAnsi="Faruma" w:cs="Faruma"/>
                <w:b w:val="0"/>
                <w:rtl/>
                <w:lang w:bidi="dv-MV"/>
              </w:rPr>
            </w:pPr>
            <w:r w:rsidRPr="002E371D">
              <w:rPr>
                <w:rFonts w:ascii="Faruma" w:hAnsi="Faruma" w:cs="Faruma" w:hint="cs"/>
                <w:b w:val="0"/>
                <w:rtl/>
                <w:lang w:bidi="dv-MV"/>
              </w:rPr>
              <w:t>މަތީގައި ދެންނެވިފައިވާ ގޮތަށް އެއްބަސްވުމުގެ</w:t>
            </w:r>
            <w:r w:rsidRPr="002E371D">
              <w:rPr>
                <w:rFonts w:ascii="Faruma" w:hAnsi="Faruma" w:cs="Faruma"/>
                <w:b w:val="0"/>
                <w:rtl/>
                <w:lang w:bidi="dv-MV"/>
              </w:rPr>
              <w:t xml:space="preserve"> </w:t>
            </w:r>
            <w:r w:rsidRPr="002E371D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އަގު</w:t>
            </w:r>
            <w:r w:rsidRPr="002E371D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2E371D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ނުވަތަ</w:t>
            </w:r>
            <w:r w:rsidRPr="002E371D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2E371D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މުއްދަތު</w:t>
            </w:r>
            <w:r w:rsidRPr="002E371D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2E371D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އަދަދަށް</w:t>
            </w:r>
            <w:r w:rsidRPr="002E371D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2E371D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ބަދަލު</w:t>
            </w:r>
            <w:r w:rsidRPr="002E371D">
              <w:rPr>
                <w:rFonts w:cs="A_Faruma"/>
                <w:b w:val="0"/>
                <w:color w:val="000000" w:themeColor="text1"/>
                <w:rtl/>
                <w:lang w:bidi="dv-MV"/>
              </w:rPr>
              <w:t xml:space="preserve"> </w:t>
            </w:r>
            <w:r w:rsidRPr="002E371D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 xml:space="preserve">ގެނައުމުގެ </w:t>
            </w:r>
            <w:r w:rsidRPr="002E371D">
              <w:rPr>
                <w:rFonts w:ascii="Faruma" w:hAnsi="Faruma" w:cs="Faruma" w:hint="cs"/>
                <w:b w:val="0"/>
                <w:rtl/>
                <w:lang w:bidi="dv-MV"/>
              </w:rPr>
              <w:t>ހުއްދަދޭން ބޭނުންވާ ސަބަބު:</w:t>
            </w:r>
          </w:p>
        </w:tc>
      </w:tr>
      <w:tr w:rsidR="00B52EF0" w14:paraId="19351A17" w14:textId="1D620E33" w:rsidTr="004D4C4F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tcBorders>
              <w:top w:val="single" w:sz="4" w:space="0" w:color="C0BABA" w:themeColor="accent6" w:themeTint="99"/>
              <w:left w:val="single" w:sz="4" w:space="0" w:color="C0BABA" w:themeColor="accent6" w:themeTint="99"/>
              <w:bottom w:val="single" w:sz="4" w:space="0" w:color="C0BABA" w:themeColor="accent6" w:themeTint="99"/>
              <w:right w:val="single" w:sz="4" w:space="0" w:color="C0BABA" w:themeColor="accent6" w:themeTint="99"/>
            </w:tcBorders>
          </w:tcPr>
          <w:p w14:paraId="01E3BF78" w14:textId="2B161032" w:rsidR="00B52EF0" w:rsidRPr="00564391" w:rsidRDefault="00B52EF0" w:rsidP="004D4C4F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Cs w:val="0"/>
                <w:lang w:bidi="dv-MV"/>
              </w:rPr>
            </w:pPr>
            <w:r>
              <w:rPr>
                <w:rFonts w:ascii="Faruma" w:hAnsi="Faruma" w:cs="Faruma" w:hint="cs"/>
                <w:bCs w:val="0"/>
                <w:rtl/>
                <w:lang w:bidi="dv-MV"/>
              </w:rPr>
              <w:t xml:space="preserve">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 </w:t>
            </w:r>
          </w:p>
        </w:tc>
      </w:tr>
    </w:tbl>
    <w:p w14:paraId="15257B1B" w14:textId="77777777" w:rsidR="00CA0ABD" w:rsidRPr="00275DD4" w:rsidRDefault="00CA0ABD" w:rsidP="00275DD4">
      <w:pPr>
        <w:rPr>
          <w:sz w:val="14"/>
          <w:szCs w:val="14"/>
          <w:rtl/>
        </w:rPr>
      </w:pPr>
    </w:p>
    <w:tbl>
      <w:tblPr>
        <w:tblStyle w:val="PlainTable11"/>
        <w:tblpPr w:leftFromText="180" w:rightFromText="180" w:vertAnchor="text" w:horzAnchor="margin" w:tblpYSpec="inside"/>
        <w:tblW w:w="10705" w:type="dxa"/>
        <w:tblLook w:val="04A0" w:firstRow="1" w:lastRow="0" w:firstColumn="1" w:lastColumn="0" w:noHBand="0" w:noVBand="1"/>
      </w:tblPr>
      <w:tblGrid>
        <w:gridCol w:w="10282"/>
        <w:gridCol w:w="423"/>
      </w:tblGrid>
      <w:tr w:rsidR="00F36B95" w:rsidRPr="00AC319F" w14:paraId="785371B9" w14:textId="77777777" w:rsidTr="002E37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gridSpan w:val="2"/>
            <w:shd w:val="clear" w:color="auto" w:fill="EAE8E8" w:themeFill="accent6" w:themeFillTint="33"/>
          </w:tcPr>
          <w:p w14:paraId="59F07208" w14:textId="08ED5069" w:rsidR="00F36B95" w:rsidRPr="005A2006" w:rsidRDefault="00F36B95" w:rsidP="00B52EF0">
            <w:pPr>
              <w:pStyle w:val="Header"/>
              <w:numPr>
                <w:ilvl w:val="0"/>
                <w:numId w:val="14"/>
              </w:numPr>
              <w:bidi/>
              <w:ind w:hanging="525"/>
              <w:rPr>
                <w:rFonts w:cs="A_Faruma"/>
                <w:b w:val="0"/>
                <w:color w:val="000000" w:themeColor="text1"/>
                <w:rtl/>
                <w:lang w:bidi="dv-MV"/>
              </w:rPr>
            </w:pPr>
            <w:r w:rsidRPr="005A2006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މި ފޯމާއިއެކު ހުށަހަޅަންޖެހޭ ޑޮކިއުމަންޓްތައް</w:t>
            </w:r>
            <w:r w:rsidR="00B52EF0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:</w:t>
            </w:r>
            <w:r w:rsidRPr="005A2006">
              <w:rPr>
                <w:rFonts w:cs="A_Faruma"/>
                <w:b w:val="0"/>
                <w:color w:val="000000" w:themeColor="text1"/>
                <w:rtl/>
                <w:lang w:bidi="dv-MV"/>
              </w:rPr>
              <w:tab/>
            </w:r>
          </w:p>
        </w:tc>
      </w:tr>
      <w:tr w:rsidR="00F36B95" w:rsidRPr="00AC319F" w14:paraId="5B0AA79D" w14:textId="77777777" w:rsidTr="006C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82" w:type="dxa"/>
            <w:shd w:val="clear" w:color="auto" w:fill="FFFFFF" w:themeFill="background1"/>
          </w:tcPr>
          <w:p w14:paraId="343EB7B9" w14:textId="55DD0E75" w:rsidR="00F36B95" w:rsidRPr="009F42CD" w:rsidRDefault="00F36B95" w:rsidP="00F36B95">
            <w:pPr>
              <w:pStyle w:val="Header"/>
              <w:bidi/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ހުއްދަދިން އިންޖިނިއަރުގެ ލިޔުން</w:t>
            </w:r>
            <w:r w:rsidR="00B52EF0" w:rsidRPr="009F42CD"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.</w:t>
            </w:r>
          </w:p>
        </w:tc>
        <w:sdt>
          <w:sdtPr>
            <w:rPr>
              <w:rFonts w:asciiTheme="majorHAnsi" w:hAnsiTheme="majorHAnsi" w:cstheme="majorHAnsi"/>
              <w:rtl/>
            </w:rPr>
            <w:id w:val="773750813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23" w:type="dxa"/>
                <w:shd w:val="clear" w:color="auto" w:fill="FFFFFF" w:themeFill="background1"/>
              </w:tcPr>
              <w:p w14:paraId="651B153D" w14:textId="0F5D2A36" w:rsidR="00F36B95" w:rsidRPr="00564391" w:rsidRDefault="0003708F" w:rsidP="00F36B95">
                <w:pPr>
                  <w:pStyle w:val="Header"/>
                  <w:bidi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aruma" w:hAnsi="Faruma" w:cs="Faruma"/>
                    <w:b/>
                    <w:lang w:bidi="dv-MV"/>
                  </w:rPr>
                </w:pPr>
                <w:r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p>
            </w:tc>
          </w:sdtContent>
        </w:sdt>
      </w:tr>
      <w:tr w:rsidR="00F36B95" w:rsidRPr="00AC319F" w14:paraId="71E25DEA" w14:textId="77777777" w:rsidTr="006C720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82" w:type="dxa"/>
            <w:shd w:val="clear" w:color="auto" w:fill="FFFFFF" w:themeFill="background1"/>
          </w:tcPr>
          <w:p w14:paraId="42CD25CD" w14:textId="5578C7B3" w:rsidR="00F36B95" w:rsidRPr="009F42CD" w:rsidRDefault="00B52EF0" w:rsidP="00074F9F">
            <w:pPr>
              <w:pStyle w:val="Header"/>
              <w:bidi/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lang w:bidi="dv-MV"/>
              </w:rPr>
            </w:pPr>
            <w:r w:rsidRPr="009F42CD"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ކޯޓޭޝަން.</w:t>
            </w:r>
          </w:p>
        </w:tc>
        <w:sdt>
          <w:sdtPr>
            <w:rPr>
              <w:rFonts w:asciiTheme="majorHAnsi" w:hAnsiTheme="majorHAnsi" w:cstheme="majorHAnsi"/>
              <w:rtl/>
            </w:rPr>
            <w:id w:val="139655182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23" w:type="dxa"/>
                <w:shd w:val="clear" w:color="auto" w:fill="FFFFFF" w:themeFill="background1"/>
              </w:tcPr>
              <w:p w14:paraId="532FF54D" w14:textId="77777777" w:rsidR="00F36B95" w:rsidRPr="00564391" w:rsidRDefault="005A2006" w:rsidP="00F36B95">
                <w:pPr>
                  <w:pStyle w:val="Header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aruma" w:hAnsi="Faruma" w:cs="Faruma"/>
                    <w:bCs/>
                    <w:lang w:bidi="dv-MV"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F36B95" w:rsidRPr="006C720C" w14:paraId="2EB48116" w14:textId="77777777" w:rsidTr="00275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82" w:type="dxa"/>
            <w:shd w:val="clear" w:color="auto" w:fill="FFFFFF" w:themeFill="background1"/>
          </w:tcPr>
          <w:p w14:paraId="2D77BA58" w14:textId="5CC04535" w:rsidR="00F36B95" w:rsidRPr="009F42CD" w:rsidRDefault="00F36B95" w:rsidP="00F36B95">
            <w:pPr>
              <w:pStyle w:val="Header"/>
              <w:bidi/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rtl/>
              </w:rPr>
            </w:pPr>
            <w:r w:rsidRPr="009F42CD"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ބަޖެޓް ހަމަޖެހިފައިވާ ކަމުގެ ލިޔުން</w:t>
            </w:r>
            <w:r w:rsidR="00622377" w:rsidRPr="009F42CD">
              <w:rPr>
                <w:rFonts w:ascii="Faruma" w:hAnsi="Faruma" w:cs="Faruma"/>
                <w:bCs w:val="0"/>
                <w:color w:val="000000" w:themeColor="text1"/>
                <w:sz w:val="22"/>
                <w:szCs w:val="22"/>
                <w:lang w:bidi="dv-MV"/>
              </w:rPr>
              <w:t>.</w:t>
            </w:r>
          </w:p>
        </w:tc>
        <w:sdt>
          <w:sdtPr>
            <w:rPr>
              <w:rFonts w:asciiTheme="majorHAnsi" w:hAnsiTheme="majorHAnsi" w:cs="A_Faruma"/>
              <w:rtl/>
            </w:rPr>
            <w:id w:val="149336854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23" w:type="dxa"/>
                <w:shd w:val="clear" w:color="auto" w:fill="FFFFFF" w:themeFill="background1"/>
              </w:tcPr>
              <w:p w14:paraId="65349E94" w14:textId="32E594EC" w:rsidR="00F36B95" w:rsidRPr="006C720C" w:rsidRDefault="00B52EF0" w:rsidP="00F36B95">
                <w:pPr>
                  <w:pStyle w:val="Header"/>
                  <w:bidi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aruma" w:hAnsi="Faruma" w:cs="A_Faruma"/>
                    <w:bCs/>
                    <w:lang w:bidi="dv-MV"/>
                  </w:rPr>
                </w:pPr>
                <w:r w:rsidRPr="006C720C">
                  <w:rPr>
                    <w:rFonts w:ascii="Segoe UI Symbol" w:eastAsia="Arial Unicode MS" w:hAnsi="Segoe UI Symbol" w:cs="Segoe UI Symbol" w:hint="cs"/>
                    <w:rtl/>
                  </w:rPr>
                  <w:t>☐</w:t>
                </w:r>
              </w:p>
            </w:tc>
          </w:sdtContent>
        </w:sdt>
      </w:tr>
    </w:tbl>
    <w:p w14:paraId="5DC9035B" w14:textId="7D41DB9B" w:rsidR="00CA0ABD" w:rsidRPr="00275DD4" w:rsidRDefault="00CA0ABD" w:rsidP="00275DD4">
      <w:pPr>
        <w:rPr>
          <w:sz w:val="2"/>
          <w:szCs w:val="2"/>
          <w:rtl/>
        </w:rPr>
      </w:pPr>
    </w:p>
    <w:tbl>
      <w:tblPr>
        <w:tblStyle w:val="PlainTable11"/>
        <w:tblpPr w:leftFromText="180" w:rightFromText="180" w:vertAnchor="text" w:horzAnchor="margin" w:tblpY="38"/>
        <w:tblW w:w="10705" w:type="dxa"/>
        <w:tblLook w:val="0480" w:firstRow="0" w:lastRow="0" w:firstColumn="1" w:lastColumn="0" w:noHBand="0" w:noVBand="1"/>
      </w:tblPr>
      <w:tblGrid>
        <w:gridCol w:w="4647"/>
        <w:gridCol w:w="705"/>
        <w:gridCol w:w="3103"/>
        <w:gridCol w:w="2250"/>
      </w:tblGrid>
      <w:tr w:rsidR="00275DD4" w:rsidRPr="00FA4D65" w14:paraId="71798448" w14:textId="77777777" w:rsidTr="00275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gridSpan w:val="4"/>
            <w:shd w:val="clear" w:color="auto" w:fill="EAE8E8" w:themeFill="accent6" w:themeFillTint="33"/>
          </w:tcPr>
          <w:p w14:paraId="4C68F486" w14:textId="77777777" w:rsidR="00275DD4" w:rsidRPr="00FA4D65" w:rsidRDefault="00275DD4" w:rsidP="00275DD4">
            <w:pPr>
              <w:pStyle w:val="Header"/>
              <w:numPr>
                <w:ilvl w:val="0"/>
                <w:numId w:val="16"/>
              </w:numPr>
              <w:bidi/>
              <w:ind w:left="522" w:hanging="522"/>
              <w:rPr>
                <w:rFonts w:ascii="Faruma" w:hAnsi="Faruma" w:cs="Faruma"/>
                <w:b w:val="0"/>
                <w:color w:val="000000" w:themeColor="text1"/>
                <w:rtl/>
                <w:lang w:bidi="dv-MV"/>
              </w:rPr>
            </w:pPr>
            <w:r w:rsidRPr="00FA4D65">
              <w:rPr>
                <w:rFonts w:ascii="Faruma" w:hAnsi="Faruma" w:cs="Faruma"/>
                <w:b w:val="0"/>
                <w:color w:val="000000" w:themeColor="text1"/>
                <w:rtl/>
                <w:lang w:bidi="dv-MV"/>
              </w:rPr>
              <w:t xml:space="preserve">ހުއްދައަށް އެދި ހުށަހަޅާ </w:t>
            </w:r>
            <w:r>
              <w:rPr>
                <w:rFonts w:ascii="Faruma" w:hAnsi="Faruma" w:cs="Faruma"/>
                <w:b w:val="0"/>
                <w:color w:val="000000" w:themeColor="text1"/>
                <w:rtl/>
                <w:lang w:bidi="dv-MV"/>
              </w:rPr>
              <w:t>ފަރާތ</w:t>
            </w:r>
            <w:r>
              <w:rPr>
                <w:rFonts w:ascii="Faruma" w:hAnsi="Faruma" w:cs="Faruma" w:hint="cs"/>
                <w:b w:val="0"/>
                <w:color w:val="000000" w:themeColor="text1"/>
                <w:rtl/>
                <w:lang w:bidi="dv-MV"/>
              </w:rPr>
              <w:t>ުގެ އިޤްރާރު:</w:t>
            </w:r>
          </w:p>
        </w:tc>
      </w:tr>
      <w:tr w:rsidR="00275DD4" w:rsidRPr="006C720C" w14:paraId="416D3113" w14:textId="77777777" w:rsidTr="00275DD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5" w:type="dxa"/>
            <w:gridSpan w:val="4"/>
            <w:shd w:val="clear" w:color="auto" w:fill="FFFFFF" w:themeFill="background1"/>
          </w:tcPr>
          <w:p w14:paraId="5DD4A28F" w14:textId="2DB6BDE4" w:rsidR="00275DD4" w:rsidRPr="006C720C" w:rsidRDefault="00275DD4" w:rsidP="00275DD4">
            <w:pPr>
              <w:pStyle w:val="Header"/>
              <w:bidi/>
              <w:rPr>
                <w:rFonts w:ascii="Faruma" w:hAnsi="Faruma" w:cs="A_Faruma"/>
                <w:bCs w:val="0"/>
                <w:lang w:bidi="dv-MV"/>
              </w:rPr>
            </w:pP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މި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ފޯމުގައި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ހުށަހަޅާފައިވާ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މަޢުލޫމާތަކީ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ސައްހަ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އަދި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ތެދު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މަޢުލޫމާތުކަމަށާއި،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މި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ފޯމާއިއެކު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ހުށަހެޅޭ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ލިޔެކިޔުންތަކަކީ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އަޅުގަނޑު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ބަލާ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ޗެކްކޮށްފައިވާ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="0084554B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ޞައްޙަ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ލިޔެކިޔުންތަކެއްކަމަށާއި،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އަޅުގަނޑަކީ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މިފަދަ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ލިޔެކިޔުންތަކުގައި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މި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އޮފީހުގެ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ފަރާތުން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ސޮއިކުރުމަށް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ހުއްދައޮތް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ފަރާތެއް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ކަމަށާއި،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ދައުލަތުގެ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މާލިއްޔަތުގެ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ގަވާއިދާއި،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އެ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ގަވާއިދުގެ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ދަށުން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ހަަދާފައިވާ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އުސޫލުތަކާއި،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ސުލޫކީ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މިންގަނޑުތަކަށް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ފެތޭގޮތަށް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ހުށަހަޅާ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މަޢުލޫމާތު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ކަމަށް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ކަށަވަރުކޮށް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 xml:space="preserve"> </w:t>
            </w:r>
            <w:r w:rsidRPr="009A068E">
              <w:rPr>
                <w:rFonts w:ascii="Faruma" w:hAnsi="Faruma" w:cs="A_Faruma" w:hint="cs"/>
                <w:bCs w:val="0"/>
                <w:sz w:val="22"/>
                <w:szCs w:val="22"/>
                <w:rtl/>
                <w:lang w:bidi="dv-MV"/>
              </w:rPr>
              <w:t>ސޮއިކުރަމެވެ</w:t>
            </w:r>
            <w:r w:rsidRPr="009A068E">
              <w:rPr>
                <w:rFonts w:ascii="Faruma" w:hAnsi="Faruma" w:cs="A_Faruma"/>
                <w:bCs w:val="0"/>
                <w:sz w:val="22"/>
                <w:szCs w:val="22"/>
                <w:rtl/>
                <w:lang w:bidi="dv-MV"/>
              </w:rPr>
              <w:t>.</w:t>
            </w:r>
            <w:r w:rsidRPr="006C720C">
              <w:rPr>
                <w:rFonts w:ascii="Faruma" w:hAnsi="Faruma" w:cs="A_Faruma"/>
                <w:bCs w:val="0"/>
                <w:rtl/>
                <w:lang w:bidi="dv-MV"/>
              </w:rPr>
              <w:tab/>
            </w:r>
          </w:p>
        </w:tc>
      </w:tr>
      <w:tr w:rsidR="0039629A" w:rsidRPr="006C720C" w14:paraId="4E48982C" w14:textId="77777777" w:rsidTr="00AD7A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7" w:type="dxa"/>
            <w:tcBorders>
              <w:bottom w:val="single" w:sz="4" w:space="0" w:color="C0BABA" w:themeColor="accent6" w:themeTint="99"/>
            </w:tcBorders>
            <w:shd w:val="clear" w:color="auto" w:fill="auto"/>
          </w:tcPr>
          <w:p w14:paraId="239AE8EF" w14:textId="30E46275" w:rsidR="0039629A" w:rsidRPr="006C720C" w:rsidRDefault="0039629A" w:rsidP="00275DD4">
            <w:pPr>
              <w:pStyle w:val="Header"/>
              <w:bidi/>
              <w:rPr>
                <w:rFonts w:ascii="Faruma" w:hAnsi="Faruma" w:cs="A_Faruma"/>
                <w:bCs w:val="0"/>
                <w:color w:val="000000" w:themeColor="text1"/>
                <w:rtl/>
                <w:lang w:bidi="dv-MV"/>
              </w:rPr>
            </w:pPr>
          </w:p>
        </w:tc>
        <w:tc>
          <w:tcPr>
            <w:tcW w:w="705" w:type="dxa"/>
            <w:tcBorders>
              <w:bottom w:val="single" w:sz="4" w:space="0" w:color="C0BABA" w:themeColor="accent6" w:themeTint="99"/>
            </w:tcBorders>
            <w:shd w:val="clear" w:color="auto" w:fill="EAE8E8" w:themeFill="accent6" w:themeFillTint="33"/>
          </w:tcPr>
          <w:p w14:paraId="0551A5CD" w14:textId="44A1EF75" w:rsidR="0039629A" w:rsidRPr="0039629A" w:rsidRDefault="0039629A" w:rsidP="00275DD4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  <w:r w:rsidRPr="0039629A">
              <w:rPr>
                <w:rFonts w:ascii="Faruma" w:hAnsi="Faruma" w:cs="A_Faruma" w:hint="cs"/>
                <w:b/>
                <w:color w:val="000000" w:themeColor="text1"/>
                <w:rtl/>
                <w:lang w:bidi="dv-MV"/>
              </w:rPr>
              <w:t>މަގާމު:</w:t>
            </w:r>
          </w:p>
        </w:tc>
        <w:tc>
          <w:tcPr>
            <w:tcW w:w="3103" w:type="dxa"/>
            <w:tcBorders>
              <w:bottom w:val="single" w:sz="4" w:space="0" w:color="C0BABA" w:themeColor="accent6" w:themeTint="99"/>
            </w:tcBorders>
            <w:shd w:val="clear" w:color="auto" w:fill="auto"/>
          </w:tcPr>
          <w:p w14:paraId="5E7B9151" w14:textId="3A5DB008" w:rsidR="0039629A" w:rsidRPr="006C720C" w:rsidRDefault="0039629A" w:rsidP="00275DD4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2250" w:type="dxa"/>
            <w:tcBorders>
              <w:bottom w:val="single" w:sz="4" w:space="0" w:color="C0BABA" w:themeColor="accent6" w:themeTint="99"/>
            </w:tcBorders>
            <w:shd w:val="clear" w:color="auto" w:fill="EAE8E8" w:themeFill="accent6" w:themeFillTint="33"/>
          </w:tcPr>
          <w:p w14:paraId="150079AD" w14:textId="3736F2DB" w:rsidR="0039629A" w:rsidRPr="003454C6" w:rsidRDefault="0039629A" w:rsidP="00275DD4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color w:val="000000" w:themeColor="text1"/>
                <w:rtl/>
                <w:lang w:bidi="dv-MV"/>
              </w:rPr>
            </w:pPr>
            <w:r w:rsidRPr="003454C6">
              <w:rPr>
                <w:rFonts w:ascii="Faruma" w:hAnsi="Faruma" w:cs="A_Faruma" w:hint="cs"/>
                <w:b/>
                <w:bCs/>
                <w:color w:val="000000" w:themeColor="text1"/>
                <w:rtl/>
                <w:lang w:bidi="dv-MV"/>
              </w:rPr>
              <w:t>ތައްޔާރުކުރި</w:t>
            </w:r>
            <w:r w:rsidRPr="003454C6">
              <w:rPr>
                <w:rFonts w:ascii="Faruma" w:hAnsi="Faruma" w:cs="A_Faruma"/>
                <w:b/>
                <w:bCs/>
                <w:color w:val="000000" w:themeColor="text1"/>
                <w:rtl/>
                <w:lang w:bidi="dv-MV"/>
              </w:rPr>
              <w:t xml:space="preserve"> </w:t>
            </w:r>
            <w:r w:rsidRPr="003454C6">
              <w:rPr>
                <w:rFonts w:ascii="Faruma" w:hAnsi="Faruma" w:cs="A_Faruma" w:hint="cs"/>
                <w:b/>
                <w:bCs/>
                <w:color w:val="000000" w:themeColor="text1"/>
                <w:rtl/>
                <w:lang w:bidi="dv-MV"/>
              </w:rPr>
              <w:t>ފަރާތުގެ ނަން:</w:t>
            </w:r>
          </w:p>
        </w:tc>
      </w:tr>
      <w:tr w:rsidR="00AD7AAD" w:rsidRPr="006C720C" w14:paraId="47709338" w14:textId="77777777" w:rsidTr="00AD7AA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7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  <w:right w:val="single" w:sz="4" w:space="0" w:color="C0BABA" w:themeColor="accent6" w:themeTint="99"/>
            </w:tcBorders>
            <w:shd w:val="clear" w:color="auto" w:fill="FFFFFF" w:themeFill="background1"/>
          </w:tcPr>
          <w:p w14:paraId="715211D2" w14:textId="44D5C888" w:rsidR="00AD7AAD" w:rsidRPr="006C720C" w:rsidRDefault="00AD7AAD" w:rsidP="00275DD4">
            <w:pPr>
              <w:pStyle w:val="Header"/>
              <w:bidi/>
              <w:rPr>
                <w:rFonts w:ascii="Faruma" w:hAnsi="Faruma" w:cs="A_Faruma"/>
                <w:b w:val="0"/>
                <w:color w:val="000000" w:themeColor="text1"/>
                <w:rtl/>
                <w:lang w:bidi="dv-MV"/>
              </w:rPr>
            </w:pPr>
          </w:p>
        </w:tc>
        <w:tc>
          <w:tcPr>
            <w:tcW w:w="705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  <w:right w:val="single" w:sz="4" w:space="0" w:color="C0BABA" w:themeColor="accent6" w:themeTint="99"/>
            </w:tcBorders>
            <w:shd w:val="clear" w:color="auto" w:fill="F2F2F2" w:themeFill="background1" w:themeFillShade="F2"/>
          </w:tcPr>
          <w:p w14:paraId="556A947B" w14:textId="587AE425" w:rsidR="00AD7AAD" w:rsidRPr="006C720C" w:rsidRDefault="00AD7AAD" w:rsidP="00275DD4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Cs/>
                <w:color w:val="000000" w:themeColor="text1"/>
                <w:rtl/>
                <w:lang w:bidi="dv-MV"/>
              </w:rPr>
            </w:pPr>
            <w:r w:rsidRPr="006C720C">
              <w:rPr>
                <w:rFonts w:ascii="Faruma" w:hAnsi="Faruma" w:cs="A_Faruma" w:hint="cs"/>
                <w:color w:val="000000" w:themeColor="text1"/>
                <w:rtl/>
                <w:lang w:bidi="dv-MV"/>
              </w:rPr>
              <w:t>ސޮއި:</w:t>
            </w:r>
          </w:p>
        </w:tc>
        <w:tc>
          <w:tcPr>
            <w:tcW w:w="3103" w:type="dxa"/>
            <w:tcBorders>
              <w:top w:val="single" w:sz="4" w:space="0" w:color="C0BABA" w:themeColor="accent6" w:themeTint="99"/>
              <w:left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FFFFFF" w:themeFill="background1"/>
          </w:tcPr>
          <w:p w14:paraId="25242267" w14:textId="2A184F9E" w:rsidR="00AD7AAD" w:rsidRPr="006C720C" w:rsidRDefault="00AD7AAD" w:rsidP="00275DD4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</w:p>
        </w:tc>
        <w:tc>
          <w:tcPr>
            <w:tcW w:w="2250" w:type="dxa"/>
            <w:tcBorders>
              <w:top w:val="single" w:sz="4" w:space="0" w:color="C0BABA" w:themeColor="accent6" w:themeTint="99"/>
              <w:left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F2F2F2" w:themeFill="background1" w:themeFillShade="F2"/>
          </w:tcPr>
          <w:p w14:paraId="74CF1549" w14:textId="01B31FF1" w:rsidR="00AD7AAD" w:rsidRPr="006C720C" w:rsidRDefault="00AD7AAD" w:rsidP="00275DD4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A_Faruma" w:hint="cs"/>
                <w:b/>
                <w:color w:val="000000" w:themeColor="text1"/>
                <w:rtl/>
                <w:lang w:bidi="dv-MV"/>
              </w:rPr>
              <w:t>ތާރީޚު</w:t>
            </w:r>
            <w:r w:rsidRPr="006C720C">
              <w:rPr>
                <w:rFonts w:ascii="Faruma" w:hAnsi="Faruma" w:cs="A_Faruma" w:hint="cs"/>
                <w:b/>
                <w:color w:val="000000" w:themeColor="text1"/>
                <w:rtl/>
                <w:lang w:bidi="dv-MV"/>
              </w:rPr>
              <w:t>:</w:t>
            </w:r>
          </w:p>
        </w:tc>
      </w:tr>
      <w:tr w:rsidR="00AD7AAD" w:rsidRPr="006C720C" w14:paraId="7C56B1CF" w14:textId="77777777" w:rsidTr="0034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7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auto"/>
          </w:tcPr>
          <w:p w14:paraId="30F9E235" w14:textId="77777777" w:rsidR="00AD7AAD" w:rsidRPr="006C720C" w:rsidRDefault="00AD7AAD" w:rsidP="00275DD4">
            <w:pPr>
              <w:pStyle w:val="Header"/>
              <w:bidi/>
              <w:rPr>
                <w:rFonts w:ascii="Faruma" w:hAnsi="Faruma" w:cs="A_Faruma"/>
                <w:b w:val="0"/>
                <w:bCs w:val="0"/>
                <w:color w:val="000000" w:themeColor="text1"/>
                <w:rtl/>
                <w:lang w:bidi="dv-MV"/>
              </w:rPr>
            </w:pPr>
          </w:p>
        </w:tc>
        <w:tc>
          <w:tcPr>
            <w:tcW w:w="705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EAE8E8" w:themeFill="accent6" w:themeFillTint="33"/>
          </w:tcPr>
          <w:p w14:paraId="47F952D0" w14:textId="4BB31712" w:rsidR="00AD7AAD" w:rsidRPr="003454C6" w:rsidRDefault="003454C6" w:rsidP="00275DD4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  <w:r w:rsidRPr="003454C6">
              <w:rPr>
                <w:rFonts w:ascii="Faruma" w:hAnsi="Faruma" w:cs="A_Faruma" w:hint="cs"/>
                <w:b/>
                <w:color w:val="000000" w:themeColor="text1"/>
                <w:rtl/>
                <w:lang w:bidi="dv-MV"/>
              </w:rPr>
              <w:t>މަގާމު:</w:t>
            </w:r>
          </w:p>
        </w:tc>
        <w:tc>
          <w:tcPr>
            <w:tcW w:w="3103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auto"/>
          </w:tcPr>
          <w:p w14:paraId="13A50FDD" w14:textId="554BD334" w:rsidR="00AD7AAD" w:rsidRPr="006C720C" w:rsidRDefault="00AD7AAD" w:rsidP="00275DD4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2250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EAE8E8" w:themeFill="accent6" w:themeFillTint="33"/>
          </w:tcPr>
          <w:p w14:paraId="44CCB55E" w14:textId="58F248CE" w:rsidR="00AD7AAD" w:rsidRPr="006C720C" w:rsidRDefault="00AD7AAD" w:rsidP="00275DD4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A_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A_Faruma" w:hint="cs"/>
                <w:b/>
                <w:bCs/>
                <w:rtl/>
                <w:lang w:bidi="dv-MV"/>
              </w:rPr>
              <w:t>ހުއްދަ ދިން ފަރާތުގެ ނަން:</w:t>
            </w:r>
          </w:p>
        </w:tc>
      </w:tr>
      <w:tr w:rsidR="003454C6" w:rsidRPr="006C720C" w14:paraId="5EF5AAA4" w14:textId="77777777" w:rsidTr="003454C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7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  <w:right w:val="single" w:sz="4" w:space="0" w:color="C0BABA" w:themeColor="accent6" w:themeTint="99"/>
            </w:tcBorders>
            <w:shd w:val="clear" w:color="auto" w:fill="FFFFFF" w:themeFill="background1"/>
          </w:tcPr>
          <w:p w14:paraId="42383141" w14:textId="0AEA4B46" w:rsidR="003454C6" w:rsidRPr="006C720C" w:rsidRDefault="003454C6" w:rsidP="00275DD4">
            <w:pPr>
              <w:pStyle w:val="Header"/>
              <w:bidi/>
              <w:rPr>
                <w:rFonts w:ascii="Faruma" w:hAnsi="Faruma" w:cs="A_Faruma"/>
                <w:bCs w:val="0"/>
                <w:color w:val="000000" w:themeColor="text1"/>
                <w:rtl/>
                <w:lang w:bidi="dv-MV"/>
              </w:rPr>
            </w:pPr>
          </w:p>
        </w:tc>
        <w:tc>
          <w:tcPr>
            <w:tcW w:w="705" w:type="dxa"/>
            <w:tcBorders>
              <w:top w:val="single" w:sz="4" w:space="0" w:color="C0BABA" w:themeColor="accent6" w:themeTint="99"/>
              <w:bottom w:val="single" w:sz="4" w:space="0" w:color="C0BABA" w:themeColor="accent6" w:themeTint="99"/>
              <w:right w:val="single" w:sz="4" w:space="0" w:color="C0BABA" w:themeColor="accent6" w:themeTint="99"/>
            </w:tcBorders>
            <w:shd w:val="clear" w:color="auto" w:fill="F2F2F2" w:themeFill="background1" w:themeFillShade="F2"/>
          </w:tcPr>
          <w:p w14:paraId="24F04A29" w14:textId="59567167" w:rsidR="003454C6" w:rsidRPr="006C720C" w:rsidRDefault="003454C6" w:rsidP="00275DD4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  <w:r w:rsidRPr="006C720C">
              <w:rPr>
                <w:rFonts w:ascii="Faruma" w:hAnsi="Faruma" w:cs="A_Faruma" w:hint="cs"/>
                <w:color w:val="000000" w:themeColor="text1"/>
                <w:rtl/>
                <w:lang w:bidi="dv-MV"/>
              </w:rPr>
              <w:t>ސޮއި:</w:t>
            </w:r>
          </w:p>
        </w:tc>
        <w:tc>
          <w:tcPr>
            <w:tcW w:w="3103" w:type="dxa"/>
            <w:tcBorders>
              <w:top w:val="single" w:sz="4" w:space="0" w:color="C0BABA" w:themeColor="accent6" w:themeTint="99"/>
              <w:left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FFFFFF" w:themeFill="background1"/>
          </w:tcPr>
          <w:p w14:paraId="1F1E2CB4" w14:textId="15E19FE9" w:rsidR="003454C6" w:rsidRPr="006C720C" w:rsidRDefault="003454C6" w:rsidP="00275DD4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</w:p>
        </w:tc>
        <w:tc>
          <w:tcPr>
            <w:tcW w:w="2250" w:type="dxa"/>
            <w:tcBorders>
              <w:top w:val="single" w:sz="4" w:space="0" w:color="C0BABA" w:themeColor="accent6" w:themeTint="99"/>
              <w:left w:val="single" w:sz="4" w:space="0" w:color="C0BABA" w:themeColor="accent6" w:themeTint="99"/>
              <w:bottom w:val="single" w:sz="4" w:space="0" w:color="C0BABA" w:themeColor="accent6" w:themeTint="99"/>
            </w:tcBorders>
            <w:shd w:val="clear" w:color="auto" w:fill="F2F2F2" w:themeFill="background1" w:themeFillShade="F2"/>
          </w:tcPr>
          <w:p w14:paraId="3159D964" w14:textId="0BC06EFC" w:rsidR="003454C6" w:rsidRPr="006C720C" w:rsidRDefault="003454C6" w:rsidP="00275DD4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A_Faruma"/>
                <w:b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A_Faruma" w:hint="cs"/>
                <w:b/>
                <w:color w:val="000000" w:themeColor="text1"/>
                <w:rtl/>
                <w:lang w:bidi="dv-MV"/>
              </w:rPr>
              <w:t>ތާރީޚު</w:t>
            </w:r>
            <w:r w:rsidRPr="006C720C">
              <w:rPr>
                <w:rFonts w:ascii="Faruma" w:hAnsi="Faruma" w:cs="A_Faruma" w:hint="cs"/>
                <w:b/>
                <w:color w:val="000000" w:themeColor="text1"/>
                <w:rtl/>
                <w:lang w:bidi="dv-MV"/>
              </w:rPr>
              <w:t>:</w:t>
            </w:r>
          </w:p>
        </w:tc>
      </w:tr>
    </w:tbl>
    <w:p w14:paraId="38001CA9" w14:textId="77777777" w:rsidR="006C720C" w:rsidRPr="00B124F9" w:rsidRDefault="006C720C" w:rsidP="0068230A">
      <w:pPr>
        <w:rPr>
          <w:rFonts w:cs="MV Boli"/>
          <w:sz w:val="2"/>
          <w:szCs w:val="2"/>
          <w:lang w:bidi="dv-MV"/>
        </w:rPr>
      </w:pPr>
    </w:p>
    <w:sectPr w:rsidR="006C720C" w:rsidRPr="00B124F9" w:rsidSect="00B124F9">
      <w:headerReference w:type="default" r:id="rId9"/>
      <w:footerReference w:type="default" r:id="rId10"/>
      <w:pgSz w:w="11907" w:h="16839" w:code="9"/>
      <w:pgMar w:top="45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51011" w14:textId="77777777" w:rsidR="004F4EEC" w:rsidRDefault="004F4EEC" w:rsidP="00B01A05">
      <w:r>
        <w:separator/>
      </w:r>
    </w:p>
  </w:endnote>
  <w:endnote w:type="continuationSeparator" w:id="0">
    <w:p w14:paraId="4000E1B2" w14:textId="77777777" w:rsidR="004F4EEC" w:rsidRDefault="004F4EE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1181A" w14:textId="0039E2CF" w:rsidR="00C91C09" w:rsidRDefault="0054556C" w:rsidP="009E6A99">
    <w:pPr>
      <w:pStyle w:val="Footer"/>
      <w:tabs>
        <w:tab w:val="clear" w:pos="9360"/>
        <w:tab w:val="right" w:pos="10287"/>
      </w:tabs>
      <w:bidi/>
    </w:pPr>
    <w:r>
      <w:rPr>
        <w:rFonts w:cs="A_Faruma" w:hint="cs"/>
        <w:sz w:val="18"/>
        <w:szCs w:val="18"/>
        <w:rtl/>
        <w:lang w:bidi="dv-MV"/>
      </w:rPr>
      <w:t>ސަފުހާ</w:t>
    </w:r>
    <w:r w:rsidR="00C91C09" w:rsidRPr="00C113BE">
      <w:rPr>
        <w:rFonts w:cs="A_Faruma"/>
        <w:sz w:val="18"/>
        <w:szCs w:val="18"/>
      </w:rPr>
      <w:t xml:space="preserve"> </w:t>
    </w:r>
    <w:r w:rsidR="00C91C09" w:rsidRPr="00C113BE">
      <w:rPr>
        <w:rFonts w:cs="A_Faruma"/>
        <w:b/>
        <w:bCs/>
        <w:sz w:val="18"/>
        <w:szCs w:val="18"/>
      </w:rPr>
      <w:fldChar w:fldCharType="begin"/>
    </w:r>
    <w:r w:rsidR="00C91C09" w:rsidRPr="00C113BE">
      <w:rPr>
        <w:rFonts w:cs="A_Faruma"/>
        <w:b/>
        <w:bCs/>
        <w:sz w:val="18"/>
        <w:szCs w:val="18"/>
      </w:rPr>
      <w:instrText xml:space="preserve"> PAGE </w:instrText>
    </w:r>
    <w:r w:rsidR="00C91C09" w:rsidRPr="00C113BE">
      <w:rPr>
        <w:rFonts w:cs="A_Faruma"/>
        <w:b/>
        <w:bCs/>
        <w:sz w:val="18"/>
        <w:szCs w:val="18"/>
      </w:rPr>
      <w:fldChar w:fldCharType="separate"/>
    </w:r>
    <w:r w:rsidR="00C726BB">
      <w:rPr>
        <w:rFonts w:cs="Times New Roman"/>
        <w:b/>
        <w:bCs/>
        <w:noProof/>
        <w:sz w:val="18"/>
        <w:szCs w:val="18"/>
        <w:rtl/>
      </w:rPr>
      <w:t>1</w:t>
    </w:r>
    <w:r w:rsidR="00C91C09" w:rsidRPr="00C113BE">
      <w:rPr>
        <w:rFonts w:cs="A_Faruma"/>
        <w:b/>
        <w:bCs/>
        <w:sz w:val="18"/>
        <w:szCs w:val="18"/>
      </w:rPr>
      <w:fldChar w:fldCharType="end"/>
    </w:r>
    <w:r w:rsidR="00C91C09" w:rsidRPr="00C113BE">
      <w:rPr>
        <w:rFonts w:cs="A_Faruma"/>
        <w:sz w:val="18"/>
        <w:szCs w:val="18"/>
      </w:rPr>
      <w:t xml:space="preserve"> </w:t>
    </w:r>
    <w:r w:rsidR="00C91C09" w:rsidRPr="00C113BE">
      <w:rPr>
        <w:rFonts w:cs="A_Faruma" w:hint="cs"/>
        <w:sz w:val="18"/>
        <w:szCs w:val="18"/>
        <w:rtl/>
        <w:lang w:bidi="dv-MV"/>
      </w:rPr>
      <w:t>-</w:t>
    </w:r>
    <w:r w:rsidR="00C91C09" w:rsidRPr="00C113BE">
      <w:rPr>
        <w:rFonts w:cs="A_Faruma"/>
        <w:sz w:val="18"/>
        <w:szCs w:val="18"/>
      </w:rPr>
      <w:t xml:space="preserve"> </w:t>
    </w:r>
    <w:r w:rsidR="00C91C09" w:rsidRPr="00C113BE">
      <w:rPr>
        <w:rFonts w:cs="A_Faruma"/>
        <w:b/>
        <w:bCs/>
        <w:sz w:val="18"/>
        <w:szCs w:val="18"/>
      </w:rPr>
      <w:fldChar w:fldCharType="begin"/>
    </w:r>
    <w:r w:rsidR="00C91C09" w:rsidRPr="00C113BE">
      <w:rPr>
        <w:rFonts w:cs="A_Faruma"/>
        <w:b/>
        <w:bCs/>
        <w:sz w:val="18"/>
        <w:szCs w:val="18"/>
      </w:rPr>
      <w:instrText xml:space="preserve"> NUMPAGES  </w:instrText>
    </w:r>
    <w:r w:rsidR="00C91C09" w:rsidRPr="00C113BE">
      <w:rPr>
        <w:rFonts w:cs="A_Faruma"/>
        <w:b/>
        <w:bCs/>
        <w:sz w:val="18"/>
        <w:szCs w:val="18"/>
      </w:rPr>
      <w:fldChar w:fldCharType="separate"/>
    </w:r>
    <w:r w:rsidR="00C726BB">
      <w:rPr>
        <w:rFonts w:cs="Times New Roman"/>
        <w:b/>
        <w:bCs/>
        <w:noProof/>
        <w:sz w:val="18"/>
        <w:szCs w:val="18"/>
        <w:rtl/>
      </w:rPr>
      <w:t>1</w:t>
    </w:r>
    <w:r w:rsidR="00C91C09" w:rsidRPr="00C113BE">
      <w:rPr>
        <w:rFonts w:cs="A_Faruma"/>
        <w:b/>
        <w:bCs/>
        <w:sz w:val="18"/>
        <w:szCs w:val="18"/>
      </w:rPr>
      <w:fldChar w:fldCharType="end"/>
    </w:r>
    <w:r w:rsidR="009E6A99">
      <w:rPr>
        <w:rFonts w:cs="A_Faruma"/>
        <w:sz w:val="18"/>
        <w:szCs w:val="18"/>
        <w:rtl/>
        <w:lang w:bidi="dv-MV"/>
      </w:rPr>
      <w:tab/>
    </w:r>
    <w:r w:rsidR="009E6A99">
      <w:rPr>
        <w:rFonts w:cs="A_Faruma" w:hint="cs"/>
        <w:sz w:val="18"/>
        <w:szCs w:val="18"/>
        <w:rtl/>
        <w:lang w:bidi="dv-MV"/>
      </w:rPr>
      <w:t xml:space="preserve">             </w:t>
    </w:r>
    <w:r w:rsidR="0000141B">
      <w:rPr>
        <w:rFonts w:cs="A_Faruma" w:hint="cs"/>
        <w:sz w:val="18"/>
        <w:szCs w:val="18"/>
        <w:rtl/>
        <w:lang w:bidi="dv-MV"/>
      </w:rPr>
      <w:t xml:space="preserve">                            </w:t>
    </w:r>
    <w:r w:rsidR="002E0F17">
      <w:rPr>
        <w:rFonts w:cs="A_Faruma" w:hint="cs"/>
        <w:sz w:val="18"/>
        <w:szCs w:val="18"/>
        <w:rtl/>
        <w:lang w:bidi="dv-MV"/>
      </w:rPr>
      <w:t xml:space="preserve">            </w:t>
    </w:r>
    <w:r w:rsidR="0000141B">
      <w:rPr>
        <w:rFonts w:cs="A_Faruma" w:hint="cs"/>
        <w:sz w:val="18"/>
        <w:szCs w:val="18"/>
        <w:rtl/>
        <w:lang w:bidi="dv-MV"/>
      </w:rPr>
      <w:t xml:space="preserve">  </w:t>
    </w:r>
    <w:r w:rsidR="009E6A99" w:rsidRPr="009E6A99">
      <w:rPr>
        <w:rFonts w:cs="A_Faruma" w:hint="cs"/>
        <w:sz w:val="18"/>
        <w:szCs w:val="18"/>
        <w:rtl/>
        <w:lang w:bidi="dv-MV"/>
      </w:rPr>
      <w:t>އެއްބަސްވުމުގެ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276C4D">
      <w:rPr>
        <w:rFonts w:cs="A_Faruma" w:hint="cs"/>
        <w:sz w:val="18"/>
        <w:szCs w:val="18"/>
        <w:rtl/>
        <w:lang w:bidi="dv-MV"/>
      </w:rPr>
      <w:t>އަގަށް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ނުވަތަ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2E0F17">
      <w:rPr>
        <w:rFonts w:cs="A_Faruma" w:hint="cs"/>
        <w:sz w:val="18"/>
        <w:szCs w:val="18"/>
        <w:rtl/>
        <w:lang w:bidi="dv-MV"/>
      </w:rPr>
      <w:t>މުއްދަތަށް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ބަދަލު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ގެނައުމުގެ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ހުއްދައަށް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އެދި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ހުށަހަޅާ</w:t>
    </w:r>
    <w:r w:rsidR="009E6A99" w:rsidRPr="009E6A99">
      <w:rPr>
        <w:rFonts w:cs="A_Faruma"/>
        <w:sz w:val="18"/>
        <w:szCs w:val="18"/>
        <w:rtl/>
        <w:lang w:bidi="dv-MV"/>
      </w:rPr>
      <w:t xml:space="preserve"> </w:t>
    </w:r>
    <w:r w:rsidR="009E6A99" w:rsidRPr="009E6A99">
      <w:rPr>
        <w:rFonts w:cs="A_Faruma" w:hint="cs"/>
        <w:sz w:val="18"/>
        <w:szCs w:val="18"/>
        <w:rtl/>
        <w:lang w:bidi="dv-MV"/>
      </w:rPr>
      <w:t>ފޯމު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5CA94" w14:textId="77777777" w:rsidR="004F4EEC" w:rsidRDefault="004F4EEC" w:rsidP="00B01A05">
      <w:r>
        <w:separator/>
      </w:r>
    </w:p>
  </w:footnote>
  <w:footnote w:type="continuationSeparator" w:id="0">
    <w:p w14:paraId="026A3235" w14:textId="77777777" w:rsidR="004F4EEC" w:rsidRDefault="004F4EEC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CBA82" w14:textId="523C380F" w:rsidR="00B124F9" w:rsidRDefault="00B124F9">
    <w:pPr>
      <w:pStyle w:val="Header"/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B3F7302" wp14:editId="3FBEDF33">
              <wp:simplePos x="0" y="0"/>
              <wp:positionH relativeFrom="margin">
                <wp:align>left</wp:align>
              </wp:positionH>
              <wp:positionV relativeFrom="paragraph">
                <wp:posOffset>-220980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43D84B" w14:textId="0DFD9134" w:rsidR="00B124F9" w:rsidRDefault="00B124F9" w:rsidP="00B124F9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PR-11</w:t>
                          </w:r>
                        </w:p>
                        <w:p w14:paraId="3FCD996D" w14:textId="77777777" w:rsidR="00B124F9" w:rsidRDefault="00B124F9" w:rsidP="00B124F9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F7302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0;margin-top:-17.4pt;width:45.15pt;height:20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" filled="f" strokecolor="#dd8047 [3205]" strokeweight="1pt">
              <v:textbox>
                <w:txbxContent>
                  <w:p w14:paraId="4243D84B" w14:textId="0DFD9134" w:rsidR="00B124F9" w:rsidRDefault="00B124F9" w:rsidP="00B124F9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PR-11</w:t>
                    </w:r>
                  </w:p>
                  <w:p w14:paraId="3FCD996D" w14:textId="77777777" w:rsidR="00B124F9" w:rsidRDefault="00B124F9" w:rsidP="00B124F9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09C"/>
    <w:multiLevelType w:val="hybridMultilevel"/>
    <w:tmpl w:val="C84EF822"/>
    <w:lvl w:ilvl="0" w:tplc="07FA807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">
    <w:nsid w:val="08D32F88"/>
    <w:multiLevelType w:val="multilevel"/>
    <w:tmpl w:val="75AA9B54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b/>
        <w:color w:val="568278" w:themeColor="accent5" w:themeShade="BF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568278" w:themeColor="accent5" w:themeShade="BF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568278" w:themeColor="accent5" w:themeShade="BF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  <w:color w:val="568278" w:themeColor="accent5" w:themeShade="BF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568278" w:themeColor="accent5" w:themeShade="BF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  <w:color w:val="568278" w:themeColor="accent5" w:themeShade="BF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568278" w:themeColor="accent5" w:themeShade="BF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color w:val="568278" w:themeColor="accent5" w:themeShade="BF"/>
        <w:sz w:val="32"/>
      </w:rPr>
    </w:lvl>
  </w:abstractNum>
  <w:abstractNum w:abstractNumId="3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>
    <w:nsid w:val="1FC804F8"/>
    <w:multiLevelType w:val="hybridMultilevel"/>
    <w:tmpl w:val="BF943E8A"/>
    <w:lvl w:ilvl="0" w:tplc="9BB61DF6">
      <w:start w:val="1"/>
      <w:numFmt w:val="decimal"/>
      <w:lvlText w:val="%1."/>
      <w:lvlJc w:val="left"/>
      <w:pPr>
        <w:ind w:left="540" w:hanging="360"/>
      </w:pPr>
      <w:rPr>
        <w:rFonts w:cs="A_Faru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8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9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F7801"/>
    <w:multiLevelType w:val="hybridMultilevel"/>
    <w:tmpl w:val="BF943E8A"/>
    <w:lvl w:ilvl="0" w:tplc="9BB61DF6">
      <w:start w:val="1"/>
      <w:numFmt w:val="decimal"/>
      <w:lvlText w:val="%1."/>
      <w:lvlJc w:val="left"/>
      <w:pPr>
        <w:ind w:left="540" w:hanging="360"/>
      </w:pPr>
      <w:rPr>
        <w:rFonts w:cs="A_Faru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3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4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5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2"/>
  </w:num>
  <w:num w:numId="5">
    <w:abstractNumId w:val="15"/>
  </w:num>
  <w:num w:numId="6">
    <w:abstractNumId w:val="4"/>
  </w:num>
  <w:num w:numId="7">
    <w:abstractNumId w:val="8"/>
  </w:num>
  <w:num w:numId="8">
    <w:abstractNumId w:val="3"/>
  </w:num>
  <w:num w:numId="9">
    <w:abstractNumId w:val="14"/>
  </w:num>
  <w:num w:numId="10">
    <w:abstractNumId w:val="1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627"/>
    <w:rsid w:val="0000141B"/>
    <w:rsid w:val="0000378B"/>
    <w:rsid w:val="00004BBC"/>
    <w:rsid w:val="000068A2"/>
    <w:rsid w:val="00007337"/>
    <w:rsid w:val="00007D55"/>
    <w:rsid w:val="0001699B"/>
    <w:rsid w:val="0003708F"/>
    <w:rsid w:val="00043993"/>
    <w:rsid w:val="00044BBF"/>
    <w:rsid w:val="00056F3E"/>
    <w:rsid w:val="0007196B"/>
    <w:rsid w:val="00072091"/>
    <w:rsid w:val="00074389"/>
    <w:rsid w:val="00074F9F"/>
    <w:rsid w:val="00080214"/>
    <w:rsid w:val="000809A7"/>
    <w:rsid w:val="00090FD8"/>
    <w:rsid w:val="000A7AEF"/>
    <w:rsid w:val="000B10EC"/>
    <w:rsid w:val="000B31AF"/>
    <w:rsid w:val="000B7C36"/>
    <w:rsid w:val="000C1664"/>
    <w:rsid w:val="000C2B36"/>
    <w:rsid w:val="000C5AA8"/>
    <w:rsid w:val="000D7167"/>
    <w:rsid w:val="00120CC1"/>
    <w:rsid w:val="001224AD"/>
    <w:rsid w:val="00122EFB"/>
    <w:rsid w:val="0013412B"/>
    <w:rsid w:val="0014046B"/>
    <w:rsid w:val="001405DC"/>
    <w:rsid w:val="00141D80"/>
    <w:rsid w:val="001433AA"/>
    <w:rsid w:val="00144771"/>
    <w:rsid w:val="00151E0E"/>
    <w:rsid w:val="00157D89"/>
    <w:rsid w:val="0016761D"/>
    <w:rsid w:val="001756F3"/>
    <w:rsid w:val="001820BB"/>
    <w:rsid w:val="001977AD"/>
    <w:rsid w:val="001B40AD"/>
    <w:rsid w:val="001C4AE1"/>
    <w:rsid w:val="001D0184"/>
    <w:rsid w:val="001E6E07"/>
    <w:rsid w:val="001F2768"/>
    <w:rsid w:val="001F69A7"/>
    <w:rsid w:val="0020133B"/>
    <w:rsid w:val="002050AC"/>
    <w:rsid w:val="00213767"/>
    <w:rsid w:val="002200FE"/>
    <w:rsid w:val="00221E7B"/>
    <w:rsid w:val="002306C0"/>
    <w:rsid w:val="00243542"/>
    <w:rsid w:val="00244C0D"/>
    <w:rsid w:val="00275DD4"/>
    <w:rsid w:val="00276C4D"/>
    <w:rsid w:val="002A3CCC"/>
    <w:rsid w:val="002A797D"/>
    <w:rsid w:val="002B44C0"/>
    <w:rsid w:val="002D4552"/>
    <w:rsid w:val="002E0F17"/>
    <w:rsid w:val="002E371D"/>
    <w:rsid w:val="002E389F"/>
    <w:rsid w:val="002F0105"/>
    <w:rsid w:val="003227A3"/>
    <w:rsid w:val="003445C8"/>
    <w:rsid w:val="003454C6"/>
    <w:rsid w:val="00350115"/>
    <w:rsid w:val="003566B4"/>
    <w:rsid w:val="00363637"/>
    <w:rsid w:val="00365891"/>
    <w:rsid w:val="00384D6E"/>
    <w:rsid w:val="00384D8F"/>
    <w:rsid w:val="00385F26"/>
    <w:rsid w:val="0039629A"/>
    <w:rsid w:val="003A5B09"/>
    <w:rsid w:val="003C0DBC"/>
    <w:rsid w:val="003C3A1F"/>
    <w:rsid w:val="003C7519"/>
    <w:rsid w:val="003E6010"/>
    <w:rsid w:val="003F22FF"/>
    <w:rsid w:val="003F7C1A"/>
    <w:rsid w:val="00401C32"/>
    <w:rsid w:val="00403C51"/>
    <w:rsid w:val="00404144"/>
    <w:rsid w:val="00413DC8"/>
    <w:rsid w:val="004159C0"/>
    <w:rsid w:val="0041655B"/>
    <w:rsid w:val="004326B5"/>
    <w:rsid w:val="00440EF2"/>
    <w:rsid w:val="00464788"/>
    <w:rsid w:val="00492C36"/>
    <w:rsid w:val="004961C2"/>
    <w:rsid w:val="00497160"/>
    <w:rsid w:val="00497AB5"/>
    <w:rsid w:val="004B21E8"/>
    <w:rsid w:val="004B6908"/>
    <w:rsid w:val="004C19F3"/>
    <w:rsid w:val="004D05F6"/>
    <w:rsid w:val="004D4C4F"/>
    <w:rsid w:val="004D53F9"/>
    <w:rsid w:val="004D5595"/>
    <w:rsid w:val="004F4EEC"/>
    <w:rsid w:val="00503EBA"/>
    <w:rsid w:val="005100DC"/>
    <w:rsid w:val="005109C3"/>
    <w:rsid w:val="00517F69"/>
    <w:rsid w:val="00525E16"/>
    <w:rsid w:val="00527D51"/>
    <w:rsid w:val="00535276"/>
    <w:rsid w:val="00542511"/>
    <w:rsid w:val="0054556C"/>
    <w:rsid w:val="00551B20"/>
    <w:rsid w:val="00556DD9"/>
    <w:rsid w:val="005620D4"/>
    <w:rsid w:val="00563730"/>
    <w:rsid w:val="00563767"/>
    <w:rsid w:val="0056421F"/>
    <w:rsid w:val="00564391"/>
    <w:rsid w:val="00572F55"/>
    <w:rsid w:val="00576785"/>
    <w:rsid w:val="005915AC"/>
    <w:rsid w:val="005954C5"/>
    <w:rsid w:val="00597565"/>
    <w:rsid w:val="005A06B3"/>
    <w:rsid w:val="005A14AE"/>
    <w:rsid w:val="005A2006"/>
    <w:rsid w:val="005A3869"/>
    <w:rsid w:val="005B29EF"/>
    <w:rsid w:val="005B70D5"/>
    <w:rsid w:val="005C0BF0"/>
    <w:rsid w:val="005C4AB7"/>
    <w:rsid w:val="005C5A12"/>
    <w:rsid w:val="005D08BE"/>
    <w:rsid w:val="005E1D46"/>
    <w:rsid w:val="005F05C4"/>
    <w:rsid w:val="005F1785"/>
    <w:rsid w:val="00602833"/>
    <w:rsid w:val="00622259"/>
    <w:rsid w:val="00622377"/>
    <w:rsid w:val="0062450E"/>
    <w:rsid w:val="00627B6B"/>
    <w:rsid w:val="00651E91"/>
    <w:rsid w:val="006568B4"/>
    <w:rsid w:val="00665F5E"/>
    <w:rsid w:val="00666C1E"/>
    <w:rsid w:val="00673098"/>
    <w:rsid w:val="006759E3"/>
    <w:rsid w:val="0068230A"/>
    <w:rsid w:val="00692B64"/>
    <w:rsid w:val="006C4BBE"/>
    <w:rsid w:val="006C620E"/>
    <w:rsid w:val="006C6A0C"/>
    <w:rsid w:val="006C720C"/>
    <w:rsid w:val="006F5384"/>
    <w:rsid w:val="006F5DD9"/>
    <w:rsid w:val="00702DDD"/>
    <w:rsid w:val="00706669"/>
    <w:rsid w:val="00712488"/>
    <w:rsid w:val="00716677"/>
    <w:rsid w:val="00717895"/>
    <w:rsid w:val="0073139E"/>
    <w:rsid w:val="00750BF6"/>
    <w:rsid w:val="00761512"/>
    <w:rsid w:val="00762989"/>
    <w:rsid w:val="00763525"/>
    <w:rsid w:val="007772D3"/>
    <w:rsid w:val="00781CE1"/>
    <w:rsid w:val="007872BC"/>
    <w:rsid w:val="007C552F"/>
    <w:rsid w:val="007F51C7"/>
    <w:rsid w:val="007F70A6"/>
    <w:rsid w:val="00801BF2"/>
    <w:rsid w:val="0080539B"/>
    <w:rsid w:val="00810124"/>
    <w:rsid w:val="00810CF3"/>
    <w:rsid w:val="00811B86"/>
    <w:rsid w:val="0081333F"/>
    <w:rsid w:val="0081566D"/>
    <w:rsid w:val="00817DB4"/>
    <w:rsid w:val="008377A9"/>
    <w:rsid w:val="00840CF7"/>
    <w:rsid w:val="00842B3B"/>
    <w:rsid w:val="0084554B"/>
    <w:rsid w:val="00854346"/>
    <w:rsid w:val="0086192E"/>
    <w:rsid w:val="00876089"/>
    <w:rsid w:val="008A5C9F"/>
    <w:rsid w:val="008C21E7"/>
    <w:rsid w:val="008D3809"/>
    <w:rsid w:val="008D4662"/>
    <w:rsid w:val="008E51F2"/>
    <w:rsid w:val="008E7484"/>
    <w:rsid w:val="008F30DF"/>
    <w:rsid w:val="008F65F7"/>
    <w:rsid w:val="00900F0C"/>
    <w:rsid w:val="009014B6"/>
    <w:rsid w:val="0091097D"/>
    <w:rsid w:val="009168B2"/>
    <w:rsid w:val="00920119"/>
    <w:rsid w:val="009238A1"/>
    <w:rsid w:val="00931BAD"/>
    <w:rsid w:val="00935687"/>
    <w:rsid w:val="00937B38"/>
    <w:rsid w:val="009533A9"/>
    <w:rsid w:val="009A068E"/>
    <w:rsid w:val="009A6136"/>
    <w:rsid w:val="009B354D"/>
    <w:rsid w:val="009C2356"/>
    <w:rsid w:val="009C64A1"/>
    <w:rsid w:val="009D1EDB"/>
    <w:rsid w:val="009D6645"/>
    <w:rsid w:val="009E0257"/>
    <w:rsid w:val="009E1AB8"/>
    <w:rsid w:val="009E63D7"/>
    <w:rsid w:val="009E6A99"/>
    <w:rsid w:val="009F0408"/>
    <w:rsid w:val="009F42CD"/>
    <w:rsid w:val="00A008FD"/>
    <w:rsid w:val="00A00EDE"/>
    <w:rsid w:val="00A02F07"/>
    <w:rsid w:val="00A044D5"/>
    <w:rsid w:val="00A113A9"/>
    <w:rsid w:val="00A15985"/>
    <w:rsid w:val="00A1634E"/>
    <w:rsid w:val="00A17074"/>
    <w:rsid w:val="00A40022"/>
    <w:rsid w:val="00A400B6"/>
    <w:rsid w:val="00A5039D"/>
    <w:rsid w:val="00A72289"/>
    <w:rsid w:val="00A929A8"/>
    <w:rsid w:val="00AB30F3"/>
    <w:rsid w:val="00AC1FED"/>
    <w:rsid w:val="00AC319F"/>
    <w:rsid w:val="00AC75FE"/>
    <w:rsid w:val="00AC7759"/>
    <w:rsid w:val="00AD64FC"/>
    <w:rsid w:val="00AD7AAD"/>
    <w:rsid w:val="00AE0DE9"/>
    <w:rsid w:val="00AE2E12"/>
    <w:rsid w:val="00AF34A4"/>
    <w:rsid w:val="00AF6008"/>
    <w:rsid w:val="00AF7931"/>
    <w:rsid w:val="00B01A05"/>
    <w:rsid w:val="00B039B5"/>
    <w:rsid w:val="00B04336"/>
    <w:rsid w:val="00B0529A"/>
    <w:rsid w:val="00B07E56"/>
    <w:rsid w:val="00B124F9"/>
    <w:rsid w:val="00B31958"/>
    <w:rsid w:val="00B36598"/>
    <w:rsid w:val="00B366E3"/>
    <w:rsid w:val="00B40948"/>
    <w:rsid w:val="00B45268"/>
    <w:rsid w:val="00B50C12"/>
    <w:rsid w:val="00B51291"/>
    <w:rsid w:val="00B52EF0"/>
    <w:rsid w:val="00B5437C"/>
    <w:rsid w:val="00B622FB"/>
    <w:rsid w:val="00B62EA0"/>
    <w:rsid w:val="00B65BF0"/>
    <w:rsid w:val="00B753BF"/>
    <w:rsid w:val="00B80637"/>
    <w:rsid w:val="00B90509"/>
    <w:rsid w:val="00B936F0"/>
    <w:rsid w:val="00BB0C36"/>
    <w:rsid w:val="00BC404B"/>
    <w:rsid w:val="00BC45E1"/>
    <w:rsid w:val="00BF3DE2"/>
    <w:rsid w:val="00BF7662"/>
    <w:rsid w:val="00C024AE"/>
    <w:rsid w:val="00C04131"/>
    <w:rsid w:val="00C12CF8"/>
    <w:rsid w:val="00C2642F"/>
    <w:rsid w:val="00C3372E"/>
    <w:rsid w:val="00C45C77"/>
    <w:rsid w:val="00C61536"/>
    <w:rsid w:val="00C726BB"/>
    <w:rsid w:val="00C739B9"/>
    <w:rsid w:val="00C74202"/>
    <w:rsid w:val="00C74627"/>
    <w:rsid w:val="00C75A25"/>
    <w:rsid w:val="00C77741"/>
    <w:rsid w:val="00C80620"/>
    <w:rsid w:val="00C81539"/>
    <w:rsid w:val="00C85885"/>
    <w:rsid w:val="00C91C09"/>
    <w:rsid w:val="00CA0ABD"/>
    <w:rsid w:val="00CA64DD"/>
    <w:rsid w:val="00CA6D0B"/>
    <w:rsid w:val="00CA7E3F"/>
    <w:rsid w:val="00CB0870"/>
    <w:rsid w:val="00CD01CD"/>
    <w:rsid w:val="00CE6E7E"/>
    <w:rsid w:val="00CF3FA8"/>
    <w:rsid w:val="00CF53DC"/>
    <w:rsid w:val="00D0151C"/>
    <w:rsid w:val="00D166AA"/>
    <w:rsid w:val="00D20D28"/>
    <w:rsid w:val="00D24346"/>
    <w:rsid w:val="00D24E16"/>
    <w:rsid w:val="00D333B2"/>
    <w:rsid w:val="00D404D2"/>
    <w:rsid w:val="00D7259A"/>
    <w:rsid w:val="00D82800"/>
    <w:rsid w:val="00DB74D0"/>
    <w:rsid w:val="00DC1026"/>
    <w:rsid w:val="00DE6C8B"/>
    <w:rsid w:val="00DF00E4"/>
    <w:rsid w:val="00DF2717"/>
    <w:rsid w:val="00DF38D0"/>
    <w:rsid w:val="00DF5617"/>
    <w:rsid w:val="00E03853"/>
    <w:rsid w:val="00E11343"/>
    <w:rsid w:val="00E26AB8"/>
    <w:rsid w:val="00E75D3C"/>
    <w:rsid w:val="00E92AE7"/>
    <w:rsid w:val="00EA290D"/>
    <w:rsid w:val="00EB3A97"/>
    <w:rsid w:val="00EB6A86"/>
    <w:rsid w:val="00ED74C1"/>
    <w:rsid w:val="00EE2FA2"/>
    <w:rsid w:val="00F030B9"/>
    <w:rsid w:val="00F157D7"/>
    <w:rsid w:val="00F17080"/>
    <w:rsid w:val="00F36B95"/>
    <w:rsid w:val="00F36F1D"/>
    <w:rsid w:val="00F444A6"/>
    <w:rsid w:val="00F46F1C"/>
    <w:rsid w:val="00F54105"/>
    <w:rsid w:val="00F745D8"/>
    <w:rsid w:val="00F918B4"/>
    <w:rsid w:val="00FA4D65"/>
    <w:rsid w:val="00FB42FA"/>
    <w:rsid w:val="00FB7A35"/>
    <w:rsid w:val="00FC44EC"/>
    <w:rsid w:val="00FC6509"/>
    <w:rsid w:val="00FC6B28"/>
    <w:rsid w:val="00FD3860"/>
    <w:rsid w:val="00FE2994"/>
    <w:rsid w:val="00FE2C1A"/>
    <w:rsid w:val="00FE42EC"/>
    <w:rsid w:val="00FE714B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36EFE3B"/>
  <w14:defaultImageDpi w14:val="32767"/>
  <w15:docId w15:val="{21E0BCE2-FF3B-4006-A03E-7EC09BF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34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character" w:customStyle="1" w:styleId="gmail-apple-tab-span">
    <w:name w:val="gmail-apple-tab-span"/>
    <w:basedOn w:val="DefaultParagraphFont"/>
    <w:rsid w:val="00692B64"/>
  </w:style>
  <w:style w:type="table" w:customStyle="1" w:styleId="GridTable5Dark-Accent11">
    <w:name w:val="Grid Table 5 Dark - Accent 11"/>
    <w:basedOn w:val="TableNormal"/>
    <w:uiPriority w:val="50"/>
    <w:rsid w:val="001820B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customStyle="1" w:styleId="GridTable1Light-Accent61">
    <w:name w:val="Grid Table 1 Light - Accent 61"/>
    <w:basedOn w:val="TableNormal"/>
    <w:uiPriority w:val="46"/>
    <w:rsid w:val="001820BB"/>
    <w:tblPr>
      <w:tblStyleRowBandSize w:val="1"/>
      <w:tblStyleColBandSize w:val="1"/>
      <w:tblInd w:w="0" w:type="dxa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31">
    <w:name w:val="Grid Table 4 - Accent 3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customStyle="1" w:styleId="ListTable41">
    <w:name w:val="List Table 4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11">
    <w:name w:val="Plain Table 11"/>
    <w:basedOn w:val="TableNormal"/>
    <w:uiPriority w:val="41"/>
    <w:rsid w:val="001820B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6Colorful1">
    <w:name w:val="Grid Table 6 Colorful1"/>
    <w:basedOn w:val="TableNormal"/>
    <w:uiPriority w:val="51"/>
    <w:rsid w:val="001820BB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007D55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CB0870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GridTable1Light-Accent11">
    <w:name w:val="Grid Table 1 Light - Accent 11"/>
    <w:basedOn w:val="TableNormal"/>
    <w:uiPriority w:val="46"/>
    <w:rsid w:val="00CB0870"/>
    <w:tblPr>
      <w:tblStyleRowBandSize w:val="1"/>
      <w:tblStyleColBandSize w:val="1"/>
      <w:tblInd w:w="0" w:type="dxa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6Colorful-Accent11">
    <w:name w:val="Grid Table 6 Colorful - Accent 11"/>
    <w:basedOn w:val="TableNormal"/>
    <w:uiPriority w:val="51"/>
    <w:rsid w:val="00CB0870"/>
    <w:rPr>
      <w:color w:val="548AB7" w:themeColor="accent1" w:themeShade="BF"/>
    </w:rPr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TableGridLight1">
    <w:name w:val="Table Grid Light1"/>
    <w:basedOn w:val="TableNormal"/>
    <w:uiPriority w:val="40"/>
    <w:rsid w:val="00CA0ABD"/>
    <w:rPr>
      <w:sz w:val="22"/>
      <w:szCs w:val="22"/>
      <w:lang w:val="en-GB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A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F34A4"/>
    <w:rPr>
      <w:rFonts w:asciiTheme="majorHAnsi" w:eastAsiaTheme="majorEastAsia" w:hAnsiTheme="majorHAnsi" w:cstheme="majorBidi"/>
      <w:color w:val="548AB7" w:themeColor="accent1" w:themeShade="BF"/>
      <w:sz w:val="32"/>
      <w:szCs w:val="32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CF3F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F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F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FA8"/>
    <w:rPr>
      <w:b/>
      <w:bCs/>
      <w:sz w:val="20"/>
      <w:szCs w:val="20"/>
    </w:rPr>
  </w:style>
  <w:style w:type="paragraph" w:styleId="NoSpacing">
    <w:name w:val="No Spacing"/>
    <w:uiPriority w:val="1"/>
    <w:qFormat/>
    <w:rsid w:val="006C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4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4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6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0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ED.MUJUTHABA\Downloads\IC-Contract-Change-Order-Template-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BC7633-8630-4052-9A2C-13D1A35C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IC-Contract-Change-Order-Template-WORD</Template>
  <TotalTime>1392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AHMEDMUJUTHABA</dc:creator>
  <cp:keywords/>
  <dc:description/>
  <cp:lastModifiedBy>Naseeh Naseem</cp:lastModifiedBy>
  <cp:revision>27</cp:revision>
  <cp:lastPrinted>2018-01-17T11:34:00Z</cp:lastPrinted>
  <dcterms:created xsi:type="dcterms:W3CDTF">2018-12-19T03:28:00Z</dcterms:created>
  <dcterms:modified xsi:type="dcterms:W3CDTF">2025-08-16T14:25:00Z</dcterms:modified>
</cp:coreProperties>
</file>